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6EA6C" w14:textId="77777777" w:rsidR="004F3E23" w:rsidRDefault="004F3E23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14:paraId="6854762F" w14:textId="77777777" w:rsidR="00F44478" w:rsidRDefault="00F44478" w:rsidP="00B10BA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lang w:eastAsia="ja-JP"/>
        </w:rPr>
      </w:pPr>
    </w:p>
    <w:tbl>
      <w:tblPr>
        <w:tblStyle w:val="Tabellenraster"/>
        <w:tblW w:w="12015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3431"/>
        <w:gridCol w:w="1955"/>
      </w:tblGrid>
      <w:tr w:rsidR="00E8262B" w:rsidRPr="009761D8" w14:paraId="7D0AE22E" w14:textId="77777777" w:rsidTr="00E8262B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3F76CF9B" w14:textId="77777777" w:rsidR="00E8262B" w:rsidRPr="009761D8" w:rsidRDefault="00E8262B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4C0736AA" w14:textId="77777777" w:rsidR="00E8262B" w:rsidRPr="009761D8" w:rsidRDefault="00E8262B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Kriterium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4BC8EAEE" w14:textId="77777777" w:rsidR="00E8262B" w:rsidRPr="009761D8" w:rsidRDefault="00E8262B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Anforderung</w:t>
            </w: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624B3BC4" w14:textId="77777777" w:rsidR="00E8262B" w:rsidRPr="009761D8" w:rsidRDefault="00E8262B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Nachweis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14:paraId="7B40B91F" w14:textId="77777777" w:rsidR="00E8262B" w:rsidRPr="009761D8" w:rsidRDefault="00E8262B" w:rsidP="006024AC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Beigefügtes Dokument</w:t>
            </w:r>
          </w:p>
        </w:tc>
      </w:tr>
      <w:tr w:rsidR="00E8262B" w:rsidRPr="009761D8" w14:paraId="73E96983" w14:textId="77777777" w:rsidTr="00E8262B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2051A9D6" w14:textId="12F9AA5E" w:rsidR="00E8262B" w:rsidRDefault="00E8262B" w:rsidP="00F44478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3.1.1.1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77ED4A22" w14:textId="48D85F2B" w:rsidR="00E8262B" w:rsidRDefault="00E8262B" w:rsidP="00F44478">
            <w:pPr>
              <w:pStyle w:val="Aufzhlungszeichen"/>
              <w:numPr>
                <w:ilvl w:val="0"/>
                <w:numId w:val="0"/>
              </w:numPr>
            </w:pPr>
            <w:r w:rsidRPr="005D7454">
              <w:t>Erforderliche</w:t>
            </w:r>
            <w:r w:rsidRPr="000E1908">
              <w:t xml:space="preserve"> minimale Systemvoraussetzungen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654200EC" w14:textId="716FF0DE" w:rsidR="00E8262B" w:rsidRPr="009761D8" w:rsidRDefault="00E8262B" w:rsidP="00F44478">
            <w:pPr>
              <w:tabs>
                <w:tab w:val="left" w:pos="7938"/>
              </w:tabs>
              <w:spacing w:before="20" w:after="20"/>
            </w:pPr>
            <w:r w:rsidRPr="000E1908">
              <w:t>Die erforderlichen minimalen Systemvoraussetzungen, die für den Betrieb des Softwareprodukts Voraussetzung sind</w:t>
            </w:r>
            <w:r>
              <w:t xml:space="preserve">, werden für </w:t>
            </w:r>
            <w:r w:rsidRPr="002B6F58">
              <w:rPr>
                <w:b/>
                <w:bCs/>
              </w:rPr>
              <w:t xml:space="preserve">alle </w:t>
            </w:r>
            <w:proofErr w:type="spellStart"/>
            <w:r w:rsidRPr="002B6F58">
              <w:rPr>
                <w:b/>
                <w:bCs/>
              </w:rPr>
              <w:t>devices</w:t>
            </w:r>
            <w:proofErr w:type="spellEnd"/>
            <w:r>
              <w:t xml:space="preserve"> aufgeführt.</w:t>
            </w:r>
          </w:p>
        </w:tc>
        <w:tc>
          <w:tcPr>
            <w:tcW w:w="3431" w:type="dxa"/>
            <w:tcBorders>
              <w:top w:val="nil"/>
              <w:bottom w:val="single" w:sz="4" w:space="0" w:color="auto"/>
            </w:tcBorders>
          </w:tcPr>
          <w:p w14:paraId="381A4D3E" w14:textId="77777777" w:rsidR="00E8262B" w:rsidRPr="009761D8" w:rsidRDefault="00E8262B" w:rsidP="00F44478">
            <w:pPr>
              <w:tabs>
                <w:tab w:val="left" w:pos="7938"/>
              </w:tabs>
              <w:spacing w:before="20" w:after="20"/>
            </w:pPr>
            <w:r w:rsidRPr="009761D8">
              <w:t>Tabellenkalkulationsdatei</w:t>
            </w:r>
          </w:p>
          <w:p w14:paraId="1F96B19C" w14:textId="77777777" w:rsidR="00E8262B" w:rsidRPr="009761D8" w:rsidRDefault="00E8262B" w:rsidP="00F44478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955" w:type="dxa"/>
            <w:tcBorders>
              <w:top w:val="nil"/>
              <w:bottom w:val="single" w:sz="4" w:space="0" w:color="auto"/>
            </w:tcBorders>
          </w:tcPr>
          <w:p w14:paraId="4321D192" w14:textId="44229284" w:rsidR="00E8262B" w:rsidRDefault="00E8262B" w:rsidP="00F44478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 2)</w:t>
            </w:r>
          </w:p>
          <w:p w14:paraId="732880FD" w14:textId="77777777" w:rsidR="00E8262B" w:rsidRPr="009761D8" w:rsidRDefault="00E8262B" w:rsidP="00F44478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34383454" w14:textId="77777777" w:rsidTr="00E8262B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739DF6E9" w14:textId="7E7D30EE" w:rsidR="00E8262B" w:rsidRDefault="00E8262B" w:rsidP="00F44478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3.1.1.2 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0E1646E7" w14:textId="23C42411" w:rsidR="00E8262B" w:rsidRDefault="00E8262B" w:rsidP="00F44478">
            <w:pPr>
              <w:pStyle w:val="Aufzhlungszeichen"/>
              <w:numPr>
                <w:ilvl w:val="0"/>
                <w:numId w:val="0"/>
              </w:numPr>
            </w:pPr>
            <w:r>
              <w:t>Dokumentation des Messaufbaus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62CFB0B3" w14:textId="14C59454" w:rsidR="00E8262B" w:rsidRDefault="00E8262B" w:rsidP="00F44478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1835"/>
              </w:tabs>
              <w:overflowPunct/>
              <w:autoSpaceDE/>
              <w:autoSpaceDN/>
              <w:adjustRightInd/>
              <w:textAlignment w:val="auto"/>
            </w:pPr>
            <w:r>
              <w:t>D</w:t>
            </w:r>
            <w:r w:rsidRPr="000F2DCB">
              <w:t>er Messaufbau zur Durchführung der Messungen entspricht den Qualitätsanforderungen gemäß Anhang A</w:t>
            </w:r>
          </w:p>
          <w:p w14:paraId="4CD18421" w14:textId="77777777" w:rsidR="00E8262B" w:rsidRDefault="00E8262B" w:rsidP="00F44478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1835"/>
              </w:tabs>
              <w:overflowPunct/>
              <w:autoSpaceDE/>
              <w:autoSpaceDN/>
              <w:adjustRightInd/>
              <w:textAlignment w:val="auto"/>
            </w:pPr>
          </w:p>
          <w:p w14:paraId="07AAC1F2" w14:textId="5C4DA8E6" w:rsidR="00E8262B" w:rsidRPr="009761D8" w:rsidRDefault="00E8262B" w:rsidP="00F44478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1835"/>
              </w:tabs>
              <w:overflowPunct/>
              <w:autoSpaceDE/>
              <w:autoSpaceDN/>
              <w:adjustRightInd/>
              <w:textAlignment w:val="auto"/>
            </w:pPr>
            <w:r w:rsidRPr="000F2DCB">
              <w:t>Mess</w:t>
            </w:r>
            <w:r>
              <w:t>ung und Dokumentation erfolgten zu jeder verwendeten Computer-Plattform.</w:t>
            </w:r>
          </w:p>
        </w:tc>
        <w:tc>
          <w:tcPr>
            <w:tcW w:w="3431" w:type="dxa"/>
            <w:tcBorders>
              <w:top w:val="nil"/>
              <w:bottom w:val="single" w:sz="4" w:space="0" w:color="auto"/>
            </w:tcBorders>
          </w:tcPr>
          <w:p w14:paraId="76AA1A0D" w14:textId="77777777" w:rsidR="00E8262B" w:rsidRPr="009761D8" w:rsidRDefault="00E8262B" w:rsidP="00F44478">
            <w:pPr>
              <w:tabs>
                <w:tab w:val="left" w:pos="7938"/>
              </w:tabs>
              <w:spacing w:before="20" w:after="20"/>
            </w:pPr>
            <w:r w:rsidRPr="009761D8">
              <w:t>Tabellenkalkulationsdatei</w:t>
            </w:r>
          </w:p>
          <w:p w14:paraId="4E6B8777" w14:textId="77777777" w:rsidR="00E8262B" w:rsidRPr="009761D8" w:rsidRDefault="00E8262B" w:rsidP="00F44478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955" w:type="dxa"/>
            <w:tcBorders>
              <w:top w:val="nil"/>
              <w:bottom w:val="single" w:sz="4" w:space="0" w:color="auto"/>
            </w:tcBorders>
          </w:tcPr>
          <w:p w14:paraId="76B656C3" w14:textId="67019E4B" w:rsidR="00E8262B" w:rsidRDefault="00E8262B" w:rsidP="00F44478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 2)</w:t>
            </w:r>
          </w:p>
          <w:p w14:paraId="0E38CDB4" w14:textId="77777777" w:rsidR="00E8262B" w:rsidRPr="009761D8" w:rsidRDefault="00E8262B" w:rsidP="00F44478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617C41A0" w14:textId="77777777" w:rsidTr="00E8262B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40FDD029" w14:textId="38894DC2" w:rsidR="00E8262B" w:rsidRPr="009761D8" w:rsidRDefault="00E8262B" w:rsidP="00F44478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3.1.1.3 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6427794D" w14:textId="1D6AAD02" w:rsidR="00E8262B" w:rsidRDefault="00E8262B" w:rsidP="00F44478">
            <w:pPr>
              <w:pStyle w:val="Aufzhlungszeichen"/>
              <w:numPr>
                <w:ilvl w:val="0"/>
                <w:numId w:val="0"/>
              </w:numPr>
            </w:pPr>
            <w:r>
              <w:t>Messung der Grundauslastung und der Last des Softwareprodukts im Leerlaufzustand</w:t>
            </w:r>
          </w:p>
          <w:p w14:paraId="596578F4" w14:textId="77777777" w:rsidR="00E8262B" w:rsidRPr="009761D8" w:rsidRDefault="00E8262B" w:rsidP="00F44478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14:paraId="75ED1C77" w14:textId="72D2EA74" w:rsidR="00E8262B" w:rsidRPr="00745A63" w:rsidRDefault="00E8262B" w:rsidP="00745A63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1835"/>
              </w:tabs>
              <w:overflowPunct/>
              <w:autoSpaceDE/>
              <w:autoSpaceDN/>
              <w:adjustRightInd/>
              <w:textAlignment w:val="auto"/>
            </w:pPr>
            <w:r>
              <w:t>Angabe der</w:t>
            </w:r>
            <w:r w:rsidRPr="00745A63">
              <w:t xml:space="preserve"> Hardware-Auslastung</w:t>
            </w:r>
            <w:r>
              <w:t>,</w:t>
            </w:r>
            <w:r w:rsidRPr="00745A63">
              <w:t xml:space="preserve"> de</w:t>
            </w:r>
            <w:r>
              <w:t>r</w:t>
            </w:r>
            <w:r w:rsidRPr="00745A63">
              <w:t xml:space="preserve"> elektrische Leistungsaufnahme</w:t>
            </w:r>
            <w:r>
              <w:t xml:space="preserve"> (für </w:t>
            </w:r>
            <w:proofErr w:type="spellStart"/>
            <w:r>
              <w:t>pc</w:t>
            </w:r>
            <w:proofErr w:type="spellEnd"/>
            <w:r>
              <w:t xml:space="preserve"> und </w:t>
            </w:r>
            <w:proofErr w:type="spellStart"/>
            <w:r>
              <w:t>server</w:t>
            </w:r>
            <w:proofErr w:type="spellEnd"/>
            <w:r>
              <w:t xml:space="preserve"> </w:t>
            </w:r>
            <w:proofErr w:type="spellStart"/>
            <w:r>
              <w:t>devices</w:t>
            </w:r>
            <w:proofErr w:type="spellEnd"/>
            <w:r>
              <w:t xml:space="preserve">) und der beanspruchten Bandbreite sowie der aufgerufenen Internetadressen (für alle </w:t>
            </w:r>
            <w:proofErr w:type="spellStart"/>
            <w:r>
              <w:t>devices</w:t>
            </w:r>
            <w:proofErr w:type="spellEnd"/>
            <w:r>
              <w:t>),</w:t>
            </w:r>
            <w:r w:rsidRPr="00745A63">
              <w:t xml:space="preserve"> die durch die </w:t>
            </w:r>
            <w:r w:rsidRPr="003F255D">
              <w:rPr>
                <w:b/>
                <w:bCs/>
              </w:rPr>
              <w:t>Grundauslastung</w:t>
            </w:r>
          </w:p>
          <w:p w14:paraId="2469F526" w14:textId="77EEF954" w:rsidR="00E8262B" w:rsidRPr="009761D8" w:rsidRDefault="00E8262B" w:rsidP="003F255D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1835"/>
              </w:tabs>
              <w:overflowPunct/>
              <w:autoSpaceDE/>
              <w:autoSpaceDN/>
              <w:adjustRightInd/>
              <w:textAlignment w:val="auto"/>
            </w:pPr>
            <w:r w:rsidRPr="00745A63">
              <w:lastRenderedPageBreak/>
              <w:t xml:space="preserve">und den </w:t>
            </w:r>
            <w:r w:rsidRPr="003F255D">
              <w:rPr>
                <w:b/>
                <w:bCs/>
              </w:rPr>
              <w:t>Leerlaufzustand</w:t>
            </w:r>
            <w:r w:rsidRPr="00745A63">
              <w:t xml:space="preserve"> des Softwareprodukts </w:t>
            </w:r>
            <w:r>
              <w:t>bei</w:t>
            </w:r>
            <w:r w:rsidRPr="00745A63">
              <w:t xml:space="preserve"> </w:t>
            </w:r>
            <w:r w:rsidRPr="003F255D">
              <w:rPr>
                <w:b/>
              </w:rPr>
              <w:t>Szenario-Tests</w:t>
            </w:r>
            <w:r w:rsidRPr="00745A63">
              <w:t xml:space="preserve"> entstehen</w:t>
            </w:r>
            <w:r>
              <w:t>.</w:t>
            </w:r>
          </w:p>
          <w:p w14:paraId="3CDE7D25" w14:textId="77777777" w:rsidR="00E8262B" w:rsidRDefault="00E8262B" w:rsidP="00745A63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1835"/>
              </w:tabs>
              <w:overflowPunct/>
              <w:autoSpaceDE/>
              <w:autoSpaceDN/>
              <w:adjustRightInd/>
              <w:textAlignment w:val="auto"/>
            </w:pPr>
          </w:p>
          <w:p w14:paraId="24DE1DC1" w14:textId="1AF878BE" w:rsidR="00E8262B" w:rsidRPr="009761D8" w:rsidRDefault="00E8262B" w:rsidP="00745A63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1835"/>
              </w:tabs>
              <w:overflowPunct/>
              <w:autoSpaceDE/>
              <w:autoSpaceDN/>
              <w:adjustRightInd/>
              <w:textAlignment w:val="auto"/>
            </w:pPr>
            <w:r>
              <w:t xml:space="preserve">Zu jeder verwendeten Computer-Plattform mit Szenario-Test erfolgt eine </w:t>
            </w:r>
            <w:r w:rsidRPr="000F2DCB">
              <w:t>Mess</w:t>
            </w:r>
            <w:r>
              <w:t>ung.</w:t>
            </w:r>
          </w:p>
        </w:tc>
        <w:tc>
          <w:tcPr>
            <w:tcW w:w="3431" w:type="dxa"/>
            <w:tcBorders>
              <w:top w:val="nil"/>
              <w:bottom w:val="single" w:sz="4" w:space="0" w:color="auto"/>
            </w:tcBorders>
          </w:tcPr>
          <w:p w14:paraId="005669E3" w14:textId="77777777" w:rsidR="00E8262B" w:rsidRPr="009761D8" w:rsidRDefault="00E8262B" w:rsidP="00F44478">
            <w:pPr>
              <w:tabs>
                <w:tab w:val="left" w:pos="7938"/>
              </w:tabs>
              <w:spacing w:before="20" w:after="20"/>
            </w:pPr>
            <w:r w:rsidRPr="009761D8">
              <w:lastRenderedPageBreak/>
              <w:t>Tabellenkalkulationsdatei</w:t>
            </w:r>
          </w:p>
          <w:p w14:paraId="0E28EC4E" w14:textId="77777777" w:rsidR="00E8262B" w:rsidRDefault="00E8262B" w:rsidP="00F44478">
            <w:pPr>
              <w:tabs>
                <w:tab w:val="left" w:pos="7938"/>
              </w:tabs>
              <w:spacing w:before="20" w:after="20"/>
            </w:pPr>
          </w:p>
          <w:p w14:paraId="52FE20B6" w14:textId="12A804B7" w:rsidR="00E8262B" w:rsidRPr="001360B6" w:rsidRDefault="00E8262B" w:rsidP="001360B6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1360B6">
              <w:rPr>
                <w:i/>
              </w:rPr>
              <w:t>und</w:t>
            </w:r>
          </w:p>
          <w:p w14:paraId="29C200DE" w14:textId="77777777" w:rsidR="00E8262B" w:rsidRDefault="00E8262B" w:rsidP="00F44478">
            <w:pPr>
              <w:tabs>
                <w:tab w:val="left" w:pos="7938"/>
              </w:tabs>
              <w:spacing w:before="20" w:after="20"/>
            </w:pPr>
          </w:p>
          <w:p w14:paraId="7A39CD0C" w14:textId="24E1093E" w:rsidR="00E8262B" w:rsidRDefault="00E8262B" w:rsidP="00F44478">
            <w:pPr>
              <w:tabs>
                <w:tab w:val="left" w:pos="7938"/>
              </w:tabs>
              <w:spacing w:before="20" w:after="20"/>
            </w:pPr>
            <w:r>
              <w:t>Messprotokoll</w:t>
            </w:r>
          </w:p>
          <w:p w14:paraId="167C3D19" w14:textId="77777777" w:rsidR="00E8262B" w:rsidRPr="009761D8" w:rsidRDefault="00E8262B" w:rsidP="00F44478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955" w:type="dxa"/>
            <w:tcBorders>
              <w:top w:val="nil"/>
              <w:bottom w:val="single" w:sz="4" w:space="0" w:color="auto"/>
            </w:tcBorders>
          </w:tcPr>
          <w:p w14:paraId="3740A5C0" w14:textId="1FB89042" w:rsidR="00E8262B" w:rsidRDefault="00E8262B" w:rsidP="00F44478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 2)</w:t>
            </w:r>
          </w:p>
          <w:p w14:paraId="46237D08" w14:textId="77777777" w:rsidR="00E8262B" w:rsidRDefault="00E8262B" w:rsidP="00F44478"/>
          <w:p w14:paraId="5A808448" w14:textId="0682E7C1" w:rsidR="00E8262B" w:rsidRDefault="00E8262B" w:rsidP="00F44478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3</w:t>
            </w:r>
            <w:r w:rsidRPr="009761D8">
              <w:t>)</w:t>
            </w:r>
          </w:p>
          <w:p w14:paraId="0F5F98F9" w14:textId="77777777" w:rsidR="00E8262B" w:rsidRPr="00B3584D" w:rsidRDefault="00E8262B" w:rsidP="00F44478"/>
        </w:tc>
      </w:tr>
      <w:tr w:rsidR="00E8262B" w:rsidRPr="009761D8" w14:paraId="747E6D73" w14:textId="77777777" w:rsidTr="00E8262B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76EE87AA" w14:textId="45A504B5" w:rsidR="00E8262B" w:rsidRPr="009761D8" w:rsidRDefault="00E8262B" w:rsidP="00DE1F88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3.1.1.4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7D77E38" w14:textId="41B40AE5" w:rsidR="00E8262B" w:rsidRPr="009329AB" w:rsidRDefault="00E8262B" w:rsidP="00DE1F88">
            <w:r>
              <w:t>Messung des Softwareprodukts während der Nutzung</w:t>
            </w:r>
          </w:p>
          <w:p w14:paraId="6111EEC0" w14:textId="77777777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1728406" w14:textId="14900FEB" w:rsidR="00E8262B" w:rsidRPr="00A51E8C" w:rsidRDefault="00E8262B" w:rsidP="00984C78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textAlignment w:val="auto"/>
            </w:pPr>
            <w:r w:rsidRPr="00A51E8C">
              <w:t>Ausführung eines repräsentativen Standardnutzungsszenarios auf dem Messsystem und Dokumentation der Ergebnis-/Mittelwerte</w:t>
            </w:r>
          </w:p>
          <w:p w14:paraId="29A0DF14" w14:textId="77777777" w:rsidR="00E8262B" w:rsidRPr="00A51E8C" w:rsidRDefault="00E8262B" w:rsidP="00740C6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textAlignment w:val="auto"/>
            </w:pPr>
            <w:r w:rsidRPr="00A51E8C">
              <w:t xml:space="preserve">der einzelnen Messreihen beim </w:t>
            </w:r>
            <w:r w:rsidRPr="00A51E8C">
              <w:rPr>
                <w:b/>
                <w:bCs/>
              </w:rPr>
              <w:t>Szenario-Test</w:t>
            </w:r>
            <w:r w:rsidRPr="00A51E8C">
              <w:t>.</w:t>
            </w:r>
          </w:p>
          <w:p w14:paraId="1C5747E0" w14:textId="77777777" w:rsidR="00E8262B" w:rsidRPr="00A51E8C" w:rsidRDefault="00E8262B" w:rsidP="00740C6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textAlignment w:val="auto"/>
            </w:pPr>
          </w:p>
          <w:p w14:paraId="2338D19A" w14:textId="24F66913" w:rsidR="00E8262B" w:rsidRPr="00A51E8C" w:rsidRDefault="00E8262B" w:rsidP="00740C6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textAlignment w:val="auto"/>
            </w:pPr>
            <w:r w:rsidRPr="00A51E8C">
              <w:t>Messung eines produktiven Systems während der Nutzung über einen längeren Zeitraum</w:t>
            </w:r>
          </w:p>
          <w:p w14:paraId="7B8B2A06" w14:textId="0B702268" w:rsidR="00E8262B" w:rsidRPr="00A51E8C" w:rsidRDefault="00E8262B" w:rsidP="00740C6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textAlignment w:val="auto"/>
            </w:pPr>
            <w:r w:rsidRPr="00A51E8C">
              <w:t xml:space="preserve">und Dokumentation der Ergebnisse beim </w:t>
            </w:r>
            <w:r w:rsidRPr="00A51E8C">
              <w:rPr>
                <w:b/>
                <w:bCs/>
              </w:rPr>
              <w:t>Langzeit-Test</w:t>
            </w:r>
            <w:r w:rsidRPr="00A51E8C">
              <w:t>.</w:t>
            </w:r>
          </w:p>
          <w:p w14:paraId="12C312AA" w14:textId="77777777" w:rsidR="00E8262B" w:rsidRPr="00A51E8C" w:rsidRDefault="00E8262B" w:rsidP="00740C6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textAlignment w:val="auto"/>
            </w:pPr>
          </w:p>
          <w:p w14:paraId="080135BD" w14:textId="4710E7DC" w:rsidR="00E8262B" w:rsidRPr="009761D8" w:rsidRDefault="00E8262B" w:rsidP="00740C6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textAlignment w:val="auto"/>
            </w:pPr>
            <w:r>
              <w:t>Zu jeder verwendeten Computer-Plattform werden separate Messprotokolle vorgelegt.</w:t>
            </w:r>
          </w:p>
        </w:tc>
        <w:tc>
          <w:tcPr>
            <w:tcW w:w="3431" w:type="dxa"/>
            <w:tcBorders>
              <w:top w:val="single" w:sz="4" w:space="0" w:color="auto"/>
              <w:bottom w:val="single" w:sz="4" w:space="0" w:color="auto"/>
            </w:tcBorders>
          </w:tcPr>
          <w:p w14:paraId="677CC581" w14:textId="77777777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t>Tabellenkalkulationsdatei</w:t>
            </w:r>
          </w:p>
          <w:p w14:paraId="38B1D37C" w14:textId="04A5C482" w:rsidR="00E8262B" w:rsidRDefault="00E8262B" w:rsidP="00DE1F88">
            <w:pPr>
              <w:tabs>
                <w:tab w:val="left" w:pos="7938"/>
              </w:tabs>
              <w:spacing w:before="20" w:after="20"/>
            </w:pPr>
          </w:p>
          <w:p w14:paraId="66706745" w14:textId="3706E57D" w:rsidR="00E8262B" w:rsidRPr="001360B6" w:rsidRDefault="00E8262B" w:rsidP="001360B6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1360B6">
              <w:rPr>
                <w:i/>
              </w:rPr>
              <w:t>und</w:t>
            </w:r>
          </w:p>
          <w:p w14:paraId="190B0BEC" w14:textId="77777777" w:rsidR="00E8262B" w:rsidRDefault="00E8262B" w:rsidP="00DE1F88">
            <w:pPr>
              <w:tabs>
                <w:tab w:val="left" w:pos="7938"/>
              </w:tabs>
              <w:spacing w:before="20" w:after="20"/>
            </w:pPr>
          </w:p>
          <w:p w14:paraId="57D52856" w14:textId="682C63BE" w:rsidR="00E8262B" w:rsidRDefault="00E8262B" w:rsidP="00DE1F88">
            <w:pPr>
              <w:tabs>
                <w:tab w:val="left" w:pos="7938"/>
              </w:tabs>
              <w:spacing w:before="20" w:after="20"/>
            </w:pPr>
            <w:r>
              <w:t>Messprotokoll</w:t>
            </w:r>
          </w:p>
          <w:p w14:paraId="7F1CD7A7" w14:textId="77777777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14:paraId="27794FA6" w14:textId="7D5BA1AC" w:rsidR="00E8262B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 2)</w:t>
            </w:r>
          </w:p>
          <w:p w14:paraId="73F15610" w14:textId="77777777" w:rsidR="00E8262B" w:rsidRDefault="00E8262B" w:rsidP="00DE1F88"/>
          <w:p w14:paraId="0C7F9DF3" w14:textId="3F564DE1" w:rsidR="00E8262B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3</w:t>
            </w:r>
            <w:r w:rsidRPr="009761D8">
              <w:t>)</w:t>
            </w:r>
          </w:p>
          <w:p w14:paraId="3211EB58" w14:textId="6A2D5241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0078AEF9" w14:textId="77777777" w:rsidTr="00E8262B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3139D6DB" w14:textId="65EF7437" w:rsidR="00E8262B" w:rsidRPr="009761D8" w:rsidRDefault="00E8262B" w:rsidP="00DE1F88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3.1.1.</w:t>
            </w:r>
            <w:r>
              <w:rPr>
                <w:b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2F44FA0" w14:textId="77777777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t>Unterstützung des Energiemanagements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C075193" w14:textId="356187C7" w:rsidR="00E8262B" w:rsidRPr="009761D8" w:rsidRDefault="00E8262B" w:rsidP="00687C0A">
            <w:r w:rsidRPr="009761D8">
              <w:t xml:space="preserve">Das Softwareprodukt muss bei aktiviertem </w:t>
            </w:r>
            <w:r w:rsidRPr="009761D8">
              <w:lastRenderedPageBreak/>
              <w:t>Energiemanagement der darunterliegenden Systemschichten oder der verbundenen Clientsysteme uneingeschränkt funktional nutzbar sein.</w:t>
            </w:r>
          </w:p>
        </w:tc>
        <w:tc>
          <w:tcPr>
            <w:tcW w:w="3431" w:type="dxa"/>
            <w:tcBorders>
              <w:top w:val="single" w:sz="4" w:space="0" w:color="auto"/>
              <w:bottom w:val="single" w:sz="4" w:space="0" w:color="auto"/>
            </w:tcBorders>
          </w:tcPr>
          <w:p w14:paraId="26F2889F" w14:textId="7A32CC17" w:rsidR="00E8262B" w:rsidRPr="009761D8" w:rsidRDefault="00E8262B" w:rsidP="00DE1F88">
            <w:pPr>
              <w:pStyle w:val="Listenabsatz"/>
              <w:tabs>
                <w:tab w:val="left" w:pos="7938"/>
              </w:tabs>
              <w:spacing w:before="20" w:after="20"/>
              <w:ind w:left="170"/>
            </w:pPr>
            <w:r>
              <w:lastRenderedPageBreak/>
              <w:t>-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14:paraId="416FFE39" w14:textId="77777777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t>-</w:t>
            </w:r>
          </w:p>
        </w:tc>
      </w:tr>
      <w:tr w:rsidR="00E8262B" w:rsidRPr="009761D8" w14:paraId="09768019" w14:textId="77777777" w:rsidTr="00E8262B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30DD26E7" w14:textId="77777777" w:rsidR="00E8262B" w:rsidRPr="009761D8" w:rsidRDefault="00E8262B" w:rsidP="00DE1F88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 xml:space="preserve">3.1.2.1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F2A3859" w14:textId="77777777" w:rsidR="00E8262B" w:rsidRPr="009761D8" w:rsidRDefault="00E8262B" w:rsidP="00DE1F88">
            <w:bookmarkStart w:id="0" w:name="_Toc504032828"/>
            <w:bookmarkStart w:id="1" w:name="_Toc504033159"/>
            <w:bookmarkStart w:id="2" w:name="_Ref525212488"/>
            <w:bookmarkStart w:id="3" w:name="_Ref525212490"/>
            <w:bookmarkStart w:id="4" w:name="_Ref525217275"/>
            <w:bookmarkStart w:id="5" w:name="_Ref525217279"/>
            <w:bookmarkStart w:id="6" w:name="_Toc532909081"/>
            <w:bookmarkStart w:id="7" w:name="_Toc7513121"/>
            <w:bookmarkStart w:id="8" w:name="_Ref23503641"/>
            <w:bookmarkStart w:id="9" w:name="_Toc24111398"/>
            <w:r w:rsidRPr="009761D8">
              <w:t>Abwärtskompatibilitä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9761D8">
              <w:t>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FC0BDEA" w14:textId="49205B9A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t xml:space="preserve">Das Softwareprodukt muss auf </w:t>
            </w:r>
            <w:r>
              <w:t xml:space="preserve">einer Hardware der jeweiligen Computer-Plattform oder </w:t>
            </w:r>
            <w:r w:rsidRPr="009761D8">
              <w:t xml:space="preserve">einem </w:t>
            </w:r>
            <w:r>
              <w:t>Betriebss</w:t>
            </w:r>
            <w:r w:rsidRPr="009761D8">
              <w:t>ystem aus einem Kalenderjahr, das mindestens fünf Jahre vor Antragsstellung liegt, lauffähig sein.</w:t>
            </w:r>
          </w:p>
        </w:tc>
        <w:tc>
          <w:tcPr>
            <w:tcW w:w="3431" w:type="dxa"/>
            <w:tcBorders>
              <w:top w:val="single" w:sz="4" w:space="0" w:color="auto"/>
              <w:bottom w:val="single" w:sz="4" w:space="0" w:color="auto"/>
            </w:tcBorders>
          </w:tcPr>
          <w:p w14:paraId="1BF664DC" w14:textId="2BFBA5F3" w:rsidR="00E8262B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t>Tabellenkalkulationsdatei</w:t>
            </w:r>
          </w:p>
          <w:p w14:paraId="5688022B" w14:textId="4DA77335" w:rsidR="00E8262B" w:rsidRPr="005C2BB6" w:rsidRDefault="00E8262B" w:rsidP="00687C0A">
            <w:pPr>
              <w:tabs>
                <w:tab w:val="left" w:pos="7938"/>
              </w:tabs>
              <w:spacing w:before="240" w:after="240"/>
              <w:jc w:val="center"/>
              <w:rPr>
                <w:i/>
              </w:rPr>
            </w:pPr>
            <w:r w:rsidRPr="005C2BB6">
              <w:rPr>
                <w:i/>
              </w:rPr>
              <w:t>und</w:t>
            </w:r>
          </w:p>
          <w:p w14:paraId="2B3607B3" w14:textId="4314F401" w:rsidR="00E8262B" w:rsidRDefault="00E8262B" w:rsidP="00DE1F88">
            <w:pPr>
              <w:tabs>
                <w:tab w:val="left" w:pos="7938"/>
              </w:tabs>
              <w:spacing w:before="20" w:after="20"/>
            </w:pPr>
            <w:r>
              <w:t>Produktinformationen in Abschnitt 3.1.3.7</w:t>
            </w:r>
          </w:p>
          <w:p w14:paraId="3AC818F1" w14:textId="626DB4E6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14:paraId="3D2A2B64" w14:textId="6CF67718" w:rsidR="00E8262B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 2)</w:t>
            </w:r>
          </w:p>
          <w:p w14:paraId="2971AFEA" w14:textId="50B7AA14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>
              <w:fldChar w:fldCharType="separate"/>
            </w:r>
            <w:r w:rsidRPr="009761D8">
              <w:fldChar w:fldCharType="end"/>
            </w:r>
            <w:r w:rsidRPr="009761D8">
              <w:br/>
            </w:r>
          </w:p>
        </w:tc>
      </w:tr>
      <w:tr w:rsidR="00E8262B" w:rsidRPr="009761D8" w14:paraId="3E0DAC11" w14:textId="77777777" w:rsidTr="00E8262B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221CFBA0" w14:textId="77777777" w:rsidR="00E8262B" w:rsidRPr="009761D8" w:rsidRDefault="00E8262B" w:rsidP="00DE1F88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3.1.3.1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CEDF9F9" w14:textId="77777777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t>Datenformate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09B9EEB" w14:textId="08928B33" w:rsidR="00E8262B" w:rsidRPr="009761D8" w:rsidRDefault="00E8262B" w:rsidP="0091765D">
            <w:pPr>
              <w:tabs>
                <w:tab w:val="left" w:pos="7938"/>
              </w:tabs>
              <w:spacing w:before="20" w:after="20"/>
            </w:pPr>
            <w:r>
              <w:t>Dokumentation der</w:t>
            </w:r>
            <w:r w:rsidRPr="0091765D">
              <w:t xml:space="preserve"> von der</w:t>
            </w:r>
            <w:r>
              <w:t xml:space="preserve"> </w:t>
            </w:r>
            <w:r w:rsidRPr="0091765D">
              <w:t>Software verarbeiteten und erzeugten</w:t>
            </w:r>
            <w:r>
              <w:t xml:space="preserve"> Formate</w:t>
            </w:r>
            <w:r w:rsidRPr="0091765D">
              <w:t xml:space="preserve"> oder alternativ</w:t>
            </w:r>
            <w:r>
              <w:t xml:space="preserve"> Dokumentation der</w:t>
            </w:r>
            <w:r w:rsidRPr="0091765D">
              <w:t xml:space="preserve"> exportierbaren Daten</w:t>
            </w:r>
            <w:r>
              <w:t>, so</w:t>
            </w:r>
            <w:r w:rsidRPr="0091765D">
              <w:t>dass eine Verarbeitung durch andere Softwareprodukte ohne</w:t>
            </w:r>
            <w:r>
              <w:t xml:space="preserve"> </w:t>
            </w:r>
            <w:r w:rsidRPr="0091765D">
              <w:t>Verlust wesentlicher Informationen ermöglicht wird</w:t>
            </w:r>
            <w:r>
              <w:t>.</w:t>
            </w:r>
          </w:p>
        </w:tc>
        <w:tc>
          <w:tcPr>
            <w:tcW w:w="3431" w:type="dxa"/>
            <w:tcBorders>
              <w:top w:val="single" w:sz="4" w:space="0" w:color="auto"/>
              <w:bottom w:val="single" w:sz="4" w:space="0" w:color="auto"/>
            </w:tcBorders>
          </w:tcPr>
          <w:p w14:paraId="2AD4BAE7" w14:textId="05CBD320" w:rsidR="00E8262B" w:rsidRPr="009761D8" w:rsidRDefault="00E8262B" w:rsidP="00597102">
            <w:pPr>
              <w:spacing w:before="40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  <w:r>
              <w:t xml:space="preserve"> </w:t>
            </w:r>
            <w:r w:rsidRPr="009761D8">
              <w:t>Vorlage der Handbücher</w:t>
            </w:r>
          </w:p>
          <w:p w14:paraId="3E12EFD5" w14:textId="77AF4517" w:rsidR="00E8262B" w:rsidRPr="009761D8" w:rsidRDefault="00E8262B" w:rsidP="00DE1F88">
            <w:r w:rsidRPr="009761D8">
              <w:t xml:space="preserve">oder technischer Datenblätter, in denen die Datenformate </w:t>
            </w:r>
            <w:r>
              <w:t xml:space="preserve">semantisch und syntaktisch </w:t>
            </w:r>
            <w:r w:rsidRPr="009761D8">
              <w:t xml:space="preserve">dokumentiert sind </w:t>
            </w:r>
          </w:p>
          <w:p w14:paraId="778795E4" w14:textId="5FC9FF73" w:rsidR="00E8262B" w:rsidRPr="00597102" w:rsidRDefault="00E8262B" w:rsidP="00DE1F88">
            <w:pPr>
              <w:pStyle w:val="AufzhlungPunkt1"/>
              <w:numPr>
                <w:ilvl w:val="0"/>
                <w:numId w:val="0"/>
              </w:numPr>
              <w:spacing w:line="288" w:lineRule="auto"/>
              <w:ind w:left="426" w:hanging="426"/>
              <w:jc w:val="center"/>
              <w:rPr>
                <w:i/>
                <w:sz w:val="22"/>
                <w:szCs w:val="22"/>
              </w:rPr>
            </w:pPr>
            <w:r w:rsidRPr="00597102">
              <w:rPr>
                <w:i/>
                <w:sz w:val="22"/>
                <w:szCs w:val="22"/>
              </w:rPr>
              <w:t>oder</w:t>
            </w:r>
          </w:p>
          <w:p w14:paraId="19ED964F" w14:textId="7D7A4C19" w:rsidR="00E8262B" w:rsidRPr="009761D8" w:rsidRDefault="00E8262B" w:rsidP="00DE1F88"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  <w:r>
              <w:t xml:space="preserve"> </w:t>
            </w:r>
            <w:r w:rsidRPr="009761D8">
              <w:t xml:space="preserve">Beispielhafte Nennung weiterer Softwareprodukte (anderer Anbieter), die diese Datenformate verarbeiten können </w:t>
            </w:r>
          </w:p>
          <w:p w14:paraId="4AAC1E47" w14:textId="77777777" w:rsidR="00E8262B" w:rsidRPr="00597102" w:rsidRDefault="00E8262B" w:rsidP="00DE1F88">
            <w:pPr>
              <w:pStyle w:val="AufzhlungPunkt1"/>
              <w:numPr>
                <w:ilvl w:val="0"/>
                <w:numId w:val="0"/>
              </w:numPr>
              <w:spacing w:line="288" w:lineRule="auto"/>
              <w:ind w:left="426" w:hanging="426"/>
              <w:jc w:val="center"/>
              <w:rPr>
                <w:i/>
                <w:sz w:val="22"/>
                <w:szCs w:val="22"/>
              </w:rPr>
            </w:pPr>
            <w:r w:rsidRPr="00597102">
              <w:rPr>
                <w:i/>
                <w:sz w:val="22"/>
                <w:szCs w:val="22"/>
              </w:rPr>
              <w:t>oder</w:t>
            </w:r>
          </w:p>
          <w:p w14:paraId="57F3F84B" w14:textId="302A2A5A" w:rsidR="00E8262B" w:rsidRPr="009761D8" w:rsidRDefault="00E8262B" w:rsidP="00687C0A"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  <w:r>
              <w:t xml:space="preserve"> </w:t>
            </w:r>
            <w:r w:rsidRPr="009761D8">
              <w:t>Benennung der Datenformate und Zuordnung zu einem</w:t>
            </w:r>
            <w:r>
              <w:t xml:space="preserve"> allgemein verfügbaren</w:t>
            </w:r>
            <w:r w:rsidRPr="009761D8">
              <w:t xml:space="preserve"> Standard.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14:paraId="3D39CD91" w14:textId="4643C310" w:rsidR="00E8262B" w:rsidRDefault="00E8262B" w:rsidP="00094628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 4)</w:t>
            </w:r>
          </w:p>
          <w:p w14:paraId="6D9002F3" w14:textId="77777777" w:rsidR="00E8262B" w:rsidRPr="00597102" w:rsidRDefault="00E8262B" w:rsidP="00094628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48CE04DC" w14:textId="283454F1" w:rsidR="00E8262B" w:rsidRDefault="00E8262B" w:rsidP="00094628">
            <w:pPr>
              <w:tabs>
                <w:tab w:val="left" w:pos="7938"/>
              </w:tabs>
              <w:spacing w:before="20" w:after="20"/>
            </w:pPr>
            <w:r w:rsidRPr="009761D8">
              <w:t>(</w:t>
            </w:r>
            <w:r>
              <w:t xml:space="preserve">URL </w:t>
            </w:r>
            <w:r w:rsidRPr="00094628">
              <w:t>in 3.1.3.7</w:t>
            </w:r>
            <w:r w:rsidRPr="009761D8">
              <w:t>)</w:t>
            </w:r>
          </w:p>
          <w:p w14:paraId="4589444A" w14:textId="229D4B02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0CB62B5D" w14:textId="77777777" w:rsidTr="00E8262B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8ED235" w14:textId="77777777" w:rsidR="00E8262B" w:rsidRPr="009761D8" w:rsidRDefault="00E8262B" w:rsidP="00DE1F88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lastRenderedPageBreak/>
              <w:t xml:space="preserve">3.1.3.2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230069" w14:textId="77777777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t>Transparenz des Softwareprodukts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AF15" w14:textId="7B7A1354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  <w:r>
              <w:t xml:space="preserve">Falls APIs vorhanden </w:t>
            </w:r>
            <w:proofErr w:type="gramStart"/>
            <w:r>
              <w:t>sind</w:t>
            </w:r>
            <w:proofErr w:type="gramEnd"/>
            <w:r>
              <w:t xml:space="preserve"> wird eine klare Schnittstellendokumentation vorgelegt.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FA1E" w14:textId="154475B4" w:rsidR="00E8262B" w:rsidRPr="009761D8" w:rsidRDefault="00E8262B" w:rsidP="00DE1F88">
            <w:r w:rsidRPr="009761D8">
              <w:t>Schnittstellendokumentation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5276" w14:textId="309F13A8" w:rsidR="00E8262B" w:rsidRDefault="00E8262B" w:rsidP="00094628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 5)</w:t>
            </w:r>
          </w:p>
          <w:p w14:paraId="228F3E54" w14:textId="77777777" w:rsidR="00E8262B" w:rsidRPr="00597102" w:rsidRDefault="00E8262B" w:rsidP="00094628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767F4CE7" w14:textId="5601E8A8" w:rsidR="00E8262B" w:rsidRPr="009761D8" w:rsidRDefault="00E8262B" w:rsidP="00DE1F88">
            <w:pPr>
              <w:tabs>
                <w:tab w:val="left" w:pos="7938"/>
              </w:tabs>
              <w:spacing w:before="20" w:after="20"/>
            </w:pPr>
            <w:r w:rsidRPr="009761D8">
              <w:t>(</w:t>
            </w:r>
            <w:r>
              <w:t xml:space="preserve">URL </w:t>
            </w:r>
            <w:r w:rsidRPr="00094628">
              <w:t>in 3.1.3.7</w:t>
            </w:r>
            <w:r w:rsidRPr="009761D8">
              <w:t>)</w:t>
            </w:r>
          </w:p>
        </w:tc>
      </w:tr>
      <w:tr w:rsidR="00E8262B" w:rsidRPr="009761D8" w14:paraId="5FF72AFD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AD38C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5855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02F3" w14:textId="5C47F62B" w:rsidR="00E8262B" w:rsidRDefault="00E8262B" w:rsidP="00EB63A2">
            <w:pPr>
              <w:tabs>
                <w:tab w:val="left" w:pos="7938"/>
              </w:tabs>
              <w:spacing w:before="20" w:after="20"/>
            </w:pPr>
            <w:r>
              <w:t xml:space="preserve">Der </w:t>
            </w:r>
            <w:r w:rsidRPr="00A10F32">
              <w:t>Quellcode soll ganz oder teilweise offengelegt werden</w:t>
            </w:r>
          </w:p>
          <w:p w14:paraId="6F695461" w14:textId="557A6F59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bCs/>
                <w:i/>
              </w:rPr>
            </w:pPr>
            <w:r w:rsidRPr="00597102">
              <w:rPr>
                <w:bCs/>
                <w:i/>
              </w:rPr>
              <w:t>oder</w:t>
            </w:r>
          </w:p>
          <w:p w14:paraId="068390BF" w14:textId="03EEAD5F" w:rsidR="00E8262B" w:rsidRDefault="00E8262B" w:rsidP="00EB63A2">
            <w:pPr>
              <w:tabs>
                <w:tab w:val="left" w:pos="7938"/>
              </w:tabs>
              <w:spacing w:before="20" w:after="20"/>
            </w:pPr>
            <w:r>
              <w:t>es wird eine Erklärung zum Supportende vorgelegt.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3AAB" w14:textId="4F80258B" w:rsidR="00E8262B" w:rsidRPr="009761D8" w:rsidRDefault="00E8262B" w:rsidP="00EB63A2">
            <w:r w:rsidRPr="009761D8">
              <w:t>Permalink der Softwarequelle auf einer Quellcode-Verwaltungsplattform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564E" w14:textId="61C1DB83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 5)</w:t>
            </w:r>
          </w:p>
          <w:p w14:paraId="78B4EEAF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061EA045" w14:textId="5035B59F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t>(</w:t>
            </w:r>
            <w:r>
              <w:t xml:space="preserve">URL </w:t>
            </w:r>
            <w:r w:rsidRPr="00094628">
              <w:t>in 3.1.3.7</w:t>
            </w:r>
            <w:r w:rsidRPr="009761D8">
              <w:t>)</w:t>
            </w:r>
          </w:p>
        </w:tc>
      </w:tr>
      <w:tr w:rsidR="00E8262B" w:rsidRPr="009761D8" w14:paraId="2C97CE5C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CBC1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7344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F4D5" w14:textId="7DFC7CEA" w:rsidR="00E8262B" w:rsidRDefault="00E8262B" w:rsidP="00EB63A2">
            <w:pPr>
              <w:tabs>
                <w:tab w:val="left" w:pos="7938"/>
              </w:tabs>
              <w:spacing w:before="20" w:after="20"/>
            </w:pPr>
            <w:r>
              <w:t>Nennung der Lizenzen des Softwareproduktes und aller Software-Bestandteile.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4E9A" w14:textId="022D3285" w:rsidR="00E8262B" w:rsidRPr="009761D8" w:rsidRDefault="00E8262B" w:rsidP="00EB63A2">
            <w:r w:rsidRPr="009761D8">
              <w:t>Softwarelizenzen oder vergleichbar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0E75" w14:textId="650F155E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 5)</w:t>
            </w:r>
          </w:p>
          <w:p w14:paraId="4F047160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4DD62D61" w14:textId="787E45AA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t>(</w:t>
            </w:r>
            <w:r>
              <w:t xml:space="preserve">URL </w:t>
            </w:r>
            <w:r w:rsidRPr="00094628">
              <w:t>in 3.1.3.7</w:t>
            </w:r>
            <w:r w:rsidRPr="009761D8">
              <w:t>)</w:t>
            </w:r>
          </w:p>
        </w:tc>
      </w:tr>
      <w:tr w:rsidR="00E8262B" w:rsidRPr="009761D8" w14:paraId="3E958E37" w14:textId="77777777" w:rsidTr="00E8262B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43AA4290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3.1.3.3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5C8557E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t>Kontinuität des Softwareproduktes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184B20B" w14:textId="5E8DD6AF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t xml:space="preserve">Sicherheitsupdates </w:t>
            </w:r>
            <w:r>
              <w:t>dürfen nicht</w:t>
            </w:r>
            <w:r w:rsidRPr="009761D8">
              <w:t xml:space="preserve"> kosten</w:t>
            </w:r>
            <w:r>
              <w:t>pflichtig sein.</w:t>
            </w:r>
          </w:p>
          <w:p w14:paraId="13EEC9C4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  <w:p w14:paraId="54E367EC" w14:textId="07A3E4DA" w:rsidR="00E8262B" w:rsidRPr="00DC1613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  <w:proofErr w:type="spellStart"/>
            <w:r w:rsidRPr="00DC1613">
              <w:rPr>
                <w:b/>
              </w:rPr>
              <w:t>pc</w:t>
            </w:r>
            <w:proofErr w:type="spellEnd"/>
            <w:r w:rsidRPr="00DC1613">
              <w:rPr>
                <w:b/>
              </w:rPr>
              <w:t xml:space="preserve"> und </w:t>
            </w:r>
            <w:proofErr w:type="spellStart"/>
            <w:r w:rsidRPr="00DC1613">
              <w:rPr>
                <w:b/>
              </w:rPr>
              <w:t>server</w:t>
            </w:r>
            <w:proofErr w:type="spellEnd"/>
            <w:r w:rsidRPr="00DC1613">
              <w:rPr>
                <w:b/>
              </w:rPr>
              <w:t xml:space="preserve"> </w:t>
            </w:r>
            <w:proofErr w:type="spellStart"/>
            <w:r w:rsidRPr="00DC1613">
              <w:rPr>
                <w:b/>
              </w:rPr>
              <w:t>devices</w:t>
            </w:r>
            <w:proofErr w:type="spellEnd"/>
            <w:r w:rsidRPr="00DC1613">
              <w:rPr>
                <w:b/>
              </w:rPr>
              <w:t>:</w:t>
            </w:r>
          </w:p>
          <w:p w14:paraId="0CB1E751" w14:textId="1EBDF01D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A10F32">
              <w:t xml:space="preserve">Sicherheitsupdates </w:t>
            </w:r>
            <w:r>
              <w:t>werden</w:t>
            </w:r>
            <w:r w:rsidRPr="00A10F32">
              <w:t xml:space="preserve"> mindestens 5 Jahre</w:t>
            </w:r>
            <w:r>
              <w:t xml:space="preserve"> nach Bereitstellungsende </w:t>
            </w:r>
            <w:r w:rsidRPr="00A10F32">
              <w:t>an</w:t>
            </w:r>
            <w:r>
              <w:t>gebot</w:t>
            </w:r>
            <w:r w:rsidRPr="00A10F32">
              <w:t>en</w:t>
            </w:r>
            <w:r>
              <w:t>.</w:t>
            </w:r>
          </w:p>
          <w:p w14:paraId="4980801E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  <w:p w14:paraId="663B268B" w14:textId="742A65E2" w:rsidR="00E8262B" w:rsidRPr="00DC1613" w:rsidRDefault="00E8262B" w:rsidP="00EB63A2">
            <w:pPr>
              <w:keepNext/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mobile </w:t>
            </w:r>
            <w:proofErr w:type="spellStart"/>
            <w:r>
              <w:rPr>
                <w:b/>
              </w:rPr>
              <w:t>devices</w:t>
            </w:r>
            <w:proofErr w:type="spellEnd"/>
            <w:r>
              <w:rPr>
                <w:b/>
              </w:rPr>
              <w:t>:</w:t>
            </w:r>
          </w:p>
          <w:p w14:paraId="5DB8419C" w14:textId="57505752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>
              <w:t xml:space="preserve">Nach der Kennzeichnung mit dem Umweltzeichen muss das Produkt </w:t>
            </w:r>
            <w:r w:rsidRPr="00A10F32">
              <w:t xml:space="preserve">mindestens </w:t>
            </w:r>
            <w:r>
              <w:t>3</w:t>
            </w:r>
            <w:r w:rsidRPr="00A10F32">
              <w:t xml:space="preserve"> in Bezug auf die IT-Sicherheit aktuell </w:t>
            </w:r>
            <w:r w:rsidRPr="00A10F32">
              <w:lastRenderedPageBreak/>
              <w:t xml:space="preserve">gehalten </w:t>
            </w:r>
            <w:r>
              <w:t>und auf der jeweiligen Vertriebsplattform bereitgehalten werden.</w:t>
            </w:r>
          </w:p>
        </w:tc>
        <w:tc>
          <w:tcPr>
            <w:tcW w:w="3431" w:type="dxa"/>
            <w:tcBorders>
              <w:top w:val="single" w:sz="4" w:space="0" w:color="auto"/>
            </w:tcBorders>
          </w:tcPr>
          <w:p w14:paraId="5F032DE1" w14:textId="77777777" w:rsidR="00E8262B" w:rsidRPr="009761D8" w:rsidRDefault="00E8262B" w:rsidP="00EB63A2">
            <w:r w:rsidRPr="009761D8">
              <w:lastRenderedPageBreak/>
              <w:t>Produktinformationen, in denen auf die Software-Updates hingewiesen wird</w:t>
            </w:r>
          </w:p>
          <w:p w14:paraId="1803E70F" w14:textId="77777777" w:rsidR="00E8262B" w:rsidRPr="009761D8" w:rsidRDefault="00E8262B" w:rsidP="00EB63A2"/>
        </w:tc>
        <w:tc>
          <w:tcPr>
            <w:tcW w:w="1955" w:type="dxa"/>
            <w:tcBorders>
              <w:top w:val="single" w:sz="4" w:space="0" w:color="auto"/>
            </w:tcBorders>
          </w:tcPr>
          <w:p w14:paraId="5AB29DBC" w14:textId="0EB39CC1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6</w:t>
            </w:r>
            <w:r w:rsidRPr="009761D8">
              <w:t>)</w:t>
            </w:r>
          </w:p>
          <w:p w14:paraId="115A192E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341EBF0C" w14:textId="5D94A3AE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t>(</w:t>
            </w:r>
            <w:r>
              <w:t xml:space="preserve">URL </w:t>
            </w:r>
            <w:r w:rsidRPr="00094628">
              <w:t>in 3.1.3.7</w:t>
            </w:r>
            <w:r w:rsidRPr="009761D8">
              <w:t>)</w:t>
            </w:r>
          </w:p>
          <w:p w14:paraId="35C0D9F0" w14:textId="1A93F8DE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  <w:p w14:paraId="68C3E783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70A5462A" w14:textId="77777777" w:rsidTr="00E8262B">
        <w:trPr>
          <w:trHeight w:val="316"/>
        </w:trPr>
        <w:tc>
          <w:tcPr>
            <w:tcW w:w="1242" w:type="dxa"/>
          </w:tcPr>
          <w:p w14:paraId="6B106E63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3.1.3.4</w:t>
            </w:r>
          </w:p>
        </w:tc>
        <w:tc>
          <w:tcPr>
            <w:tcW w:w="2410" w:type="dxa"/>
          </w:tcPr>
          <w:p w14:paraId="7067C6B2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proofErr w:type="spellStart"/>
            <w:r w:rsidRPr="009761D8">
              <w:t>Deinstallierbarkeit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14:paraId="583E88E2" w14:textId="3AA7F139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t xml:space="preserve">Rückstandsfreie </w:t>
            </w:r>
            <w:proofErr w:type="spellStart"/>
            <w:r>
              <w:t>D</w:t>
            </w:r>
            <w:r w:rsidRPr="009761D8">
              <w:t>einstallierbarkeit</w:t>
            </w:r>
            <w:proofErr w:type="spellEnd"/>
            <w:r w:rsidRPr="009761D8">
              <w:t xml:space="preserve"> der Software </w:t>
            </w:r>
            <w:r w:rsidRPr="00160F72">
              <w:t>am Ende der Nutzungsdauer.</w:t>
            </w:r>
          </w:p>
        </w:tc>
        <w:tc>
          <w:tcPr>
            <w:tcW w:w="3431" w:type="dxa"/>
            <w:tcBorders>
              <w:left w:val="single" w:sz="4" w:space="0" w:color="auto"/>
            </w:tcBorders>
          </w:tcPr>
          <w:p w14:paraId="43083753" w14:textId="2F5B1B19" w:rsidR="00E8262B" w:rsidRPr="009761D8" w:rsidRDefault="00E8262B" w:rsidP="00EB63A2">
            <w:r>
              <w:t xml:space="preserve">Die URL oder das Handbuch </w:t>
            </w:r>
            <w:r w:rsidRPr="009761D8">
              <w:t>Produktinformationen, in denen auf die Deinstallation hingewiesen wird</w:t>
            </w:r>
          </w:p>
        </w:tc>
        <w:tc>
          <w:tcPr>
            <w:tcW w:w="1955" w:type="dxa"/>
          </w:tcPr>
          <w:p w14:paraId="3D027AB8" w14:textId="1B915748" w:rsidR="00E8262B" w:rsidRPr="00EB63A2" w:rsidRDefault="00E8262B" w:rsidP="00EB63A2">
            <w:pPr>
              <w:tabs>
                <w:tab w:val="clear" w:pos="284"/>
                <w:tab w:val="clear" w:pos="851"/>
                <w:tab w:val="left" w:pos="7938"/>
              </w:tabs>
              <w:spacing w:before="20" w:after="20"/>
            </w:pPr>
            <w:r w:rsidRPr="009761D8">
              <w:br/>
              <w:t>(Anl</w:t>
            </w:r>
            <w:r w:rsidRPr="00EB63A2">
              <w:t>age 6)</w:t>
            </w:r>
          </w:p>
          <w:p w14:paraId="684DFFA2" w14:textId="77777777" w:rsidR="00E8262B" w:rsidRPr="00597102" w:rsidRDefault="00E8262B" w:rsidP="00EB63A2">
            <w:pPr>
              <w:tabs>
                <w:tab w:val="clear" w:pos="284"/>
                <w:tab w:val="clear" w:pos="851"/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2D3F4E22" w14:textId="2D6B674A" w:rsidR="00E8262B" w:rsidRPr="009761D8" w:rsidRDefault="00E8262B" w:rsidP="00EB63A2">
            <w:pPr>
              <w:tabs>
                <w:tab w:val="clear" w:pos="284"/>
                <w:tab w:val="clear" w:pos="851"/>
                <w:tab w:val="left" w:pos="7938"/>
              </w:tabs>
              <w:spacing w:before="20" w:after="20"/>
            </w:pPr>
            <w:r w:rsidRPr="00EB63A2">
              <w:t>(URL in 3</w:t>
            </w:r>
            <w:r w:rsidRPr="00094628">
              <w:t>.1.3.7</w:t>
            </w:r>
            <w:r w:rsidRPr="009761D8">
              <w:t>)</w:t>
            </w:r>
          </w:p>
        </w:tc>
      </w:tr>
      <w:tr w:rsidR="00E8262B" w:rsidRPr="009761D8" w14:paraId="2AB8A38E" w14:textId="77777777" w:rsidTr="00E8262B">
        <w:trPr>
          <w:trHeight w:val="316"/>
        </w:trPr>
        <w:tc>
          <w:tcPr>
            <w:tcW w:w="1242" w:type="dxa"/>
          </w:tcPr>
          <w:p w14:paraId="0F81B4F8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</w:tcPr>
          <w:p w14:paraId="7E083D5F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</w:tcPr>
          <w:p w14:paraId="6A3AC7D6" w14:textId="0416A3FE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t>Erstellte und bearbeitete Daten dürfen nicht automatisch gelöscht we</w:t>
            </w:r>
            <w:r>
              <w:t>r</w:t>
            </w:r>
            <w:r w:rsidRPr="009761D8">
              <w:t>den (Ausnahme: der Nutzer bestätigt die Löschung)</w:t>
            </w:r>
          </w:p>
        </w:tc>
        <w:tc>
          <w:tcPr>
            <w:tcW w:w="3431" w:type="dxa"/>
          </w:tcPr>
          <w:p w14:paraId="4C2C1214" w14:textId="11752410" w:rsidR="00E8262B" w:rsidRPr="009761D8" w:rsidRDefault="00E8262B" w:rsidP="00EB63A2">
            <w:r w:rsidRPr="009761D8">
              <w:t>Produktinformationen, in denen auf die Deinstallation hingewiesen wird</w:t>
            </w:r>
          </w:p>
          <w:p w14:paraId="51BE692C" w14:textId="77777777" w:rsidR="00E8262B" w:rsidRPr="009761D8" w:rsidRDefault="00E8262B" w:rsidP="00EB63A2"/>
        </w:tc>
        <w:tc>
          <w:tcPr>
            <w:tcW w:w="1955" w:type="dxa"/>
          </w:tcPr>
          <w:p w14:paraId="7D9A5003" w14:textId="31CE1D5B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6</w:t>
            </w:r>
            <w:r w:rsidRPr="009761D8">
              <w:t>)</w:t>
            </w:r>
          </w:p>
          <w:p w14:paraId="23FC7CED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6FE7CD37" w14:textId="4B1F194E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t>(</w:t>
            </w:r>
            <w:r>
              <w:t xml:space="preserve">URL </w:t>
            </w:r>
            <w:r w:rsidRPr="00094628">
              <w:t>in 3.1.3.7</w:t>
            </w:r>
            <w:r w:rsidRPr="009761D8">
              <w:t>)</w:t>
            </w:r>
          </w:p>
        </w:tc>
      </w:tr>
      <w:tr w:rsidR="00E8262B" w:rsidRPr="009761D8" w14:paraId="13743E79" w14:textId="77777777" w:rsidTr="00E8262B">
        <w:trPr>
          <w:trHeight w:val="316"/>
        </w:trPr>
        <w:tc>
          <w:tcPr>
            <w:tcW w:w="1242" w:type="dxa"/>
            <w:vMerge w:val="restart"/>
          </w:tcPr>
          <w:p w14:paraId="6DEE8421" w14:textId="0D2825D9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3.1.3.</w:t>
            </w:r>
            <w:r>
              <w:rPr>
                <w:b/>
              </w:rPr>
              <w:t>5</w:t>
            </w:r>
          </w:p>
        </w:tc>
        <w:tc>
          <w:tcPr>
            <w:tcW w:w="2410" w:type="dxa"/>
            <w:vMerge w:val="restart"/>
          </w:tcPr>
          <w:p w14:paraId="724FCF09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t>Modularität</w:t>
            </w:r>
          </w:p>
        </w:tc>
        <w:tc>
          <w:tcPr>
            <w:tcW w:w="2977" w:type="dxa"/>
            <w:vMerge w:val="restart"/>
          </w:tcPr>
          <w:p w14:paraId="2C1965F3" w14:textId="21527E55" w:rsidR="00E8262B" w:rsidRPr="009761D8" w:rsidRDefault="00E8262B" w:rsidP="00687C0A">
            <w:r>
              <w:t xml:space="preserve">Angabe, inwiefern beim Installationsprozess einzelne Module des Softwareproduktes </w:t>
            </w:r>
            <w:proofErr w:type="gramStart"/>
            <w:r>
              <w:t>deaktiviert</w:t>
            </w:r>
            <w:proofErr w:type="gramEnd"/>
            <w:r>
              <w:t xml:space="preserve"> werden können.</w:t>
            </w:r>
          </w:p>
        </w:tc>
        <w:tc>
          <w:tcPr>
            <w:tcW w:w="3431" w:type="dxa"/>
            <w:vMerge w:val="restart"/>
          </w:tcPr>
          <w:p w14:paraId="7F4C0FC4" w14:textId="330C3378" w:rsidR="00E8262B" w:rsidRDefault="00E8262B" w:rsidP="00EB63A2">
            <w:r w:rsidRPr="009761D8">
              <w:t>Produktinformationen, in denen auf die Modularität hingewiesen</w:t>
            </w:r>
            <w:r>
              <w:t xml:space="preserve"> und das Vorgehen beschrieben</w:t>
            </w:r>
            <w:r w:rsidRPr="009761D8">
              <w:t xml:space="preserve"> wird</w:t>
            </w:r>
          </w:p>
          <w:p w14:paraId="2405DEB2" w14:textId="77777777" w:rsidR="00E8262B" w:rsidRPr="009761D8" w:rsidRDefault="00E8262B" w:rsidP="00EB63A2"/>
        </w:tc>
        <w:tc>
          <w:tcPr>
            <w:tcW w:w="1955" w:type="dxa"/>
            <w:vMerge w:val="restart"/>
          </w:tcPr>
          <w:p w14:paraId="045FC9F9" w14:textId="4B48E860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 6)</w:t>
            </w:r>
          </w:p>
          <w:p w14:paraId="69D40D20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103D1C52" w14:textId="588124D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t>(</w:t>
            </w:r>
            <w:r>
              <w:t xml:space="preserve">URL </w:t>
            </w:r>
            <w:r w:rsidRPr="00094628">
              <w:t>in 3.1.3.7</w:t>
            </w:r>
            <w:r w:rsidRPr="009761D8">
              <w:t>)</w:t>
            </w:r>
          </w:p>
        </w:tc>
      </w:tr>
      <w:tr w:rsidR="00E8262B" w:rsidRPr="009761D8" w14:paraId="304020FA" w14:textId="77777777" w:rsidTr="00E8262B">
        <w:trPr>
          <w:trHeight w:val="293"/>
        </w:trPr>
        <w:tc>
          <w:tcPr>
            <w:tcW w:w="1242" w:type="dxa"/>
            <w:vMerge/>
          </w:tcPr>
          <w:p w14:paraId="6D8D62C6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vMerge/>
          </w:tcPr>
          <w:p w14:paraId="64133652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vMerge/>
          </w:tcPr>
          <w:p w14:paraId="5017D34F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3431" w:type="dxa"/>
            <w:vMerge/>
          </w:tcPr>
          <w:p w14:paraId="23F6BB99" w14:textId="77777777" w:rsidR="00E8262B" w:rsidRPr="009761D8" w:rsidRDefault="00E8262B" w:rsidP="00EB63A2"/>
        </w:tc>
        <w:tc>
          <w:tcPr>
            <w:tcW w:w="1955" w:type="dxa"/>
            <w:vMerge/>
          </w:tcPr>
          <w:p w14:paraId="4B87B539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3A601109" w14:textId="77777777" w:rsidTr="00E8262B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14:paraId="273DE56C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0C972878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6FAF87C" w14:textId="0B6BFE4F" w:rsidR="00E8262B" w:rsidRDefault="00E8262B" w:rsidP="00EB63A2">
            <w:r>
              <w:t xml:space="preserve">Angabe, inwiefern während der Nutzung einzelne Module des Softwareproduktes </w:t>
            </w:r>
            <w:proofErr w:type="gramStart"/>
            <w:r>
              <w:t>deaktiviert</w:t>
            </w:r>
            <w:proofErr w:type="gramEnd"/>
            <w:r>
              <w:t xml:space="preserve"> werden können.</w:t>
            </w:r>
          </w:p>
        </w:tc>
        <w:tc>
          <w:tcPr>
            <w:tcW w:w="3431" w:type="dxa"/>
            <w:vMerge/>
          </w:tcPr>
          <w:p w14:paraId="6A0D4194" w14:textId="77777777" w:rsidR="00E8262B" w:rsidRPr="009761D8" w:rsidRDefault="00E8262B" w:rsidP="00EB63A2"/>
        </w:tc>
        <w:tc>
          <w:tcPr>
            <w:tcW w:w="1955" w:type="dxa"/>
            <w:vMerge/>
          </w:tcPr>
          <w:p w14:paraId="1999BFCE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638AAA74" w14:textId="77777777" w:rsidTr="00E8262B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127A5FE3" w14:textId="462470EB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3.1.3.6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BBD443A" w14:textId="49269D6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>
              <w:t>Werbefreiheit und Vermeidung von Tracking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D9287CC" w14:textId="3171D147" w:rsidR="00E8262B" w:rsidRDefault="00E8262B" w:rsidP="00EB63A2">
            <w:r>
              <w:t>Keine Einblendung von Werbung.</w:t>
            </w:r>
          </w:p>
          <w:p w14:paraId="353C592D" w14:textId="77777777" w:rsidR="00E8262B" w:rsidRDefault="00E8262B" w:rsidP="00EB63A2"/>
          <w:p w14:paraId="26EF7130" w14:textId="418304C8" w:rsidR="00E8262B" w:rsidRDefault="00E8262B" w:rsidP="00EB63A2">
            <w:r>
              <w:t>Keine Tracking-Funktionen im Default-Zustand. Zulässige Tracking-</w:t>
            </w:r>
            <w:r>
              <w:lastRenderedPageBreak/>
              <w:t>Funktionen</w:t>
            </w:r>
            <w:r w:rsidRPr="00726878">
              <w:t xml:space="preserve"> müssen </w:t>
            </w:r>
            <w:r>
              <w:t>d</w:t>
            </w:r>
            <w:r w:rsidRPr="00726878">
              <w:t>okumentiert werden</w:t>
            </w:r>
            <w:r>
              <w:t>.</w:t>
            </w:r>
          </w:p>
        </w:tc>
        <w:tc>
          <w:tcPr>
            <w:tcW w:w="3431" w:type="dxa"/>
            <w:tcBorders>
              <w:bottom w:val="single" w:sz="4" w:space="0" w:color="auto"/>
            </w:tcBorders>
          </w:tcPr>
          <w:p w14:paraId="22D3A62D" w14:textId="5CA0CF41" w:rsidR="00E8262B" w:rsidRDefault="00E8262B" w:rsidP="00687C0A">
            <w:pPr>
              <w:tabs>
                <w:tab w:val="right" w:pos="3035"/>
              </w:tabs>
              <w:spacing w:before="40"/>
              <w:ind w:left="346" w:hanging="346"/>
            </w:pPr>
            <w:r w:rsidRPr="009761D8"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>
              <w:fldChar w:fldCharType="separate"/>
            </w:r>
            <w:r w:rsidRPr="009761D8">
              <w:fldChar w:fldCharType="end"/>
            </w:r>
            <w:r>
              <w:t xml:space="preserve"> </w:t>
            </w:r>
            <w:r w:rsidRPr="00344877">
              <w:t>Es sind Tracking-Funktionen enthalten, die als Ausnahmen zugelassen sind</w:t>
            </w:r>
            <w:r>
              <w:t>.</w:t>
            </w:r>
            <w:r>
              <w:tab/>
            </w:r>
          </w:p>
          <w:p w14:paraId="3BC38AEC" w14:textId="66BE429E" w:rsidR="00E8262B" w:rsidRPr="009761D8" w:rsidRDefault="00E8262B" w:rsidP="00687C0A">
            <w:pPr>
              <w:ind w:left="344" w:hanging="344"/>
            </w:pPr>
            <w:r>
              <w:t xml:space="preserve">Wenn </w:t>
            </w:r>
            <w:r w:rsidRPr="00344877">
              <w:t>Tracking-Funktionen enthalten</w:t>
            </w:r>
            <w:r>
              <w:t xml:space="preserve"> sind: </w:t>
            </w:r>
            <w:r w:rsidRPr="00C81D2A">
              <w:lastRenderedPageBreak/>
              <w:t>Dokumentation der Ausnahme</w:t>
            </w:r>
            <w:r>
              <w:t xml:space="preserve"> und </w:t>
            </w:r>
            <w:proofErr w:type="gramStart"/>
            <w:r>
              <w:t>Deaktivierungsmöglichkeit  durch</w:t>
            </w:r>
            <w:proofErr w:type="gramEnd"/>
            <w:r>
              <w:t xml:space="preserve"> beigefügte Dokumente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76BD536A" w14:textId="062AC169" w:rsidR="00E8262B" w:rsidRDefault="00E8262B" w:rsidP="00EB63A2">
            <w:pPr>
              <w:tabs>
                <w:tab w:val="left" w:pos="7938"/>
              </w:tabs>
              <w:spacing w:before="20" w:after="20"/>
            </w:pPr>
            <w:r>
              <w:lastRenderedPageBreak/>
              <w:t xml:space="preserve">Wenn </w:t>
            </w:r>
            <w:r w:rsidRPr="00344877">
              <w:t xml:space="preserve">Tracking-Funktionen </w:t>
            </w:r>
            <w:proofErr w:type="gramStart"/>
            <w:r w:rsidRPr="00344877">
              <w:t>enthalten</w:t>
            </w:r>
            <w:proofErr w:type="gramEnd"/>
            <w:r>
              <w:t xml:space="preserve"> sind:</w:t>
            </w:r>
          </w:p>
          <w:p w14:paraId="314A9490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  <w:p w14:paraId="68B8A0C8" w14:textId="47078D2E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6</w:t>
            </w:r>
            <w:r w:rsidRPr="009761D8">
              <w:t>)</w:t>
            </w:r>
          </w:p>
          <w:p w14:paraId="0DFD1963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lastRenderedPageBreak/>
              <w:t>oder</w:t>
            </w:r>
          </w:p>
          <w:p w14:paraId="57B55BAC" w14:textId="5BD3294D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t>(</w:t>
            </w:r>
            <w:r>
              <w:t xml:space="preserve">URL </w:t>
            </w:r>
            <w:r w:rsidRPr="00094628">
              <w:t>in 3.1.3.7</w:t>
            </w:r>
            <w:r w:rsidRPr="009761D8">
              <w:t>)</w:t>
            </w:r>
          </w:p>
        </w:tc>
      </w:tr>
      <w:tr w:rsidR="00E8262B" w:rsidRPr="009761D8" w14:paraId="2981504C" w14:textId="77777777" w:rsidTr="00E8262B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8D0182" w14:textId="0709BED9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lastRenderedPageBreak/>
              <w:t>3.1.3.</w:t>
            </w:r>
            <w:r>
              <w:rPr>
                <w:b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FBBF4" w14:textId="6C111F32" w:rsidR="00E8262B" w:rsidRDefault="00E8262B" w:rsidP="00EB63A2">
            <w:pPr>
              <w:tabs>
                <w:tab w:val="left" w:pos="7938"/>
              </w:tabs>
              <w:spacing w:before="20" w:after="20"/>
            </w:pPr>
            <w:r>
              <w:t>Dokumentation des Softwareprodukts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76C7" w14:textId="71F26B1D" w:rsidR="00E8262B" w:rsidRDefault="00E8262B" w:rsidP="00EB63A2">
            <w:r>
              <w:t>Entsprechende</w:t>
            </w:r>
            <w:r w:rsidRPr="003407F9">
              <w:t xml:space="preserve"> </w:t>
            </w:r>
            <w:r>
              <w:t>Nutzungsi</w:t>
            </w:r>
            <w:r w:rsidRPr="003407F9">
              <w:t xml:space="preserve">nformationen zum Softwareprodukt </w:t>
            </w:r>
            <w:r>
              <w:t>müssen in der Dokumentation angegeben werden: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F2BE" w14:textId="77777777" w:rsidR="00E8262B" w:rsidRDefault="00E8262B" w:rsidP="00EB63A2">
            <w:r w:rsidRPr="009761D8">
              <w:t xml:space="preserve">Produktinformationen, in denen die </w:t>
            </w:r>
            <w:r>
              <w:t>entsprechenden Stellen markiert sind</w:t>
            </w:r>
            <w:r w:rsidRPr="009761D8">
              <w:t xml:space="preserve"> </w:t>
            </w:r>
          </w:p>
          <w:p w14:paraId="07FD2CD9" w14:textId="2849A67A" w:rsidR="00E8262B" w:rsidRPr="00597102" w:rsidRDefault="00E8262B" w:rsidP="00EB63A2">
            <w:pPr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09C8924A" w14:textId="57379C16" w:rsidR="00E8262B" w:rsidRPr="009761D8" w:rsidRDefault="00E8262B" w:rsidP="00EB63A2">
            <w:r>
              <w:t xml:space="preserve">Internetverweise </w:t>
            </w:r>
            <w:r w:rsidRPr="005B4EFF">
              <w:t xml:space="preserve">auf die </w:t>
            </w:r>
            <w:r w:rsidRPr="000607E5">
              <w:t>die Dokumentationen, die während der gesamten Vertragslaufzeit des Umweltzeichens abrufbar sein muss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CA64" w14:textId="55FFD65D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673308DE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581C5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02A32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B2E2" w14:textId="3A3F0BDF" w:rsidR="00E8262B" w:rsidRPr="00A1747E" w:rsidRDefault="00E8262B" w:rsidP="00EB63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Minimale Systemvoraussetzungen (siehe Abschnitt 3.1.1.1)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08F0" w14:textId="77777777" w:rsidR="00E8262B" w:rsidRPr="009761D8" w:rsidRDefault="00E8262B" w:rsidP="00EB63A2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044" w14:textId="07C0038B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7</w:t>
            </w:r>
            <w:r w:rsidRPr="009761D8">
              <w:t>)</w:t>
            </w:r>
          </w:p>
          <w:p w14:paraId="293EBF06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403B1FC6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6017DF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08E06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1EA5" w14:textId="2E8F5559" w:rsidR="00E8262B" w:rsidRDefault="00E8262B" w:rsidP="00EB63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Dokumentation des Messaufbaus (siehe Abschnitt 3.1.1.2)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4BDB" w14:textId="77777777" w:rsidR="00E8262B" w:rsidRPr="009761D8" w:rsidRDefault="00E8262B" w:rsidP="00EB63A2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2D28" w14:textId="6C549933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7</w:t>
            </w:r>
            <w:r w:rsidRPr="009761D8">
              <w:t>)</w:t>
            </w:r>
          </w:p>
          <w:p w14:paraId="75EDD617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6ACCEA66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C63E1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0911F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18B1" w14:textId="49AA00EF" w:rsidR="00E8262B" w:rsidRDefault="00E8262B" w:rsidP="00EB63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Messergebnisse </w:t>
            </w:r>
            <w:r w:rsidRPr="004A1F13">
              <w:rPr>
                <w:sz w:val="20"/>
                <w:szCs w:val="20"/>
              </w:rPr>
              <w:t>der Grundauslastung und der Last des Softwareprodukts im Leerlaufzustand</w:t>
            </w:r>
            <w:r>
              <w:rPr>
                <w:sz w:val="20"/>
                <w:szCs w:val="20"/>
              </w:rPr>
              <w:t xml:space="preserve"> (siehe Abschnitt 3.1.1.3)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238B" w14:textId="77777777" w:rsidR="00E8262B" w:rsidRPr="009761D8" w:rsidRDefault="00E8262B" w:rsidP="00EB63A2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3305" w14:textId="04863217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7</w:t>
            </w:r>
            <w:r w:rsidRPr="009761D8">
              <w:t>)</w:t>
            </w:r>
          </w:p>
          <w:p w14:paraId="05D22B1F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1B5A3F8C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6A4C5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C08E9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A97C" w14:textId="42C227E4" w:rsidR="00E8262B" w:rsidRDefault="00E8262B" w:rsidP="00EB63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d) Messergebnisse bei der Nutzung (siehe Abschnitt 3.1.1.4)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F1EA" w14:textId="77777777" w:rsidR="00E8262B" w:rsidRPr="009761D8" w:rsidRDefault="00E8262B" w:rsidP="00EB63A2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1856" w14:textId="2B3C59E0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7</w:t>
            </w:r>
            <w:r w:rsidRPr="009761D8">
              <w:t>)</w:t>
            </w:r>
          </w:p>
          <w:p w14:paraId="08435D2D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461A6322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89CCC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3FD03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3572" w14:textId="32900BBF" w:rsidR="00E8262B" w:rsidRDefault="00E8262B" w:rsidP="00EB63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e) Kalenderjahr und Daten zur Abwärtskompatibilität (siehe Abschnitt 3.1.2.1)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64E1" w14:textId="77777777" w:rsidR="00E8262B" w:rsidRPr="009761D8" w:rsidRDefault="00E8262B" w:rsidP="00EB63A2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8D0F" w14:textId="45509EB9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7</w:t>
            </w:r>
            <w:r w:rsidRPr="009761D8">
              <w:t>)</w:t>
            </w:r>
          </w:p>
          <w:p w14:paraId="3671C835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0417FBE0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71D65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F6C82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A52D" w14:textId="77777777" w:rsidR="00E8262B" w:rsidRDefault="00E8262B" w:rsidP="00EB63A2">
            <w:pPr>
              <w:spacing w:after="120"/>
            </w:pPr>
            <w:r>
              <w:t xml:space="preserve">Ein PDF-Dokument mit den Informationen zu den Punkten a) bis e) wird an die RAL gGmbH übergeben, welches </w:t>
            </w:r>
            <w:r w:rsidRPr="003407F9">
              <w:t xml:space="preserve">auf der Internetseite </w:t>
            </w:r>
            <w:r>
              <w:t xml:space="preserve">des Umweltzeichens </w:t>
            </w:r>
            <w:r w:rsidRPr="003407F9">
              <w:t xml:space="preserve">veröffentlicht </w:t>
            </w:r>
            <w:r>
              <w:t>wird.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AE7B" w14:textId="77777777" w:rsidR="00E8262B" w:rsidRPr="009761D8" w:rsidRDefault="00E8262B" w:rsidP="00EB63A2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814C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  <w:p w14:paraId="7D530790" w14:textId="40E5E976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7</w:t>
            </w:r>
            <w:r w:rsidRPr="009761D8">
              <w:t>)</w:t>
            </w:r>
          </w:p>
          <w:p w14:paraId="75562009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</w:tr>
      <w:tr w:rsidR="00E8262B" w:rsidRPr="009761D8" w14:paraId="53020742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C992C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5CDA65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CF43" w14:textId="77777777" w:rsidR="00E8262B" w:rsidRDefault="00E8262B" w:rsidP="00EB63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f) Dokumentation der Datenformate (siehe Abschnitt 3.1.3.1)</w:t>
            </w:r>
          </w:p>
          <w:p w14:paraId="49330B04" w14:textId="3B79ABB5" w:rsidR="00E8262B" w:rsidRDefault="00E8262B" w:rsidP="00EB63A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7110" w14:textId="44C3AFC5" w:rsidR="00E8262B" w:rsidRDefault="00E8262B" w:rsidP="0059710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>
              <w:t>Produktinformationen zur Dokumentation der Datenformate</w:t>
            </w:r>
          </w:p>
          <w:p w14:paraId="0D9A30C8" w14:textId="77777777" w:rsidR="00E8262B" w:rsidRPr="00597102" w:rsidRDefault="00E8262B" w:rsidP="0059710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5F52E425" w14:textId="6F4E2472" w:rsidR="00E8262B" w:rsidRPr="009761D8" w:rsidRDefault="00E8262B" w:rsidP="00597102">
            <w:r>
              <w:t>Internetverweis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BED4" w14:textId="08323947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4</w:t>
            </w:r>
            <w:r w:rsidRPr="009761D8">
              <w:t>)</w:t>
            </w:r>
          </w:p>
          <w:p w14:paraId="0AA2E45A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0A073ED4" w14:textId="4F04DA29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E8262B" w:rsidRPr="009761D8" w14:paraId="06FE9CCF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F7B32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62F04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7E0D" w14:textId="7292C469" w:rsidR="00E8262B" w:rsidRDefault="00E8262B" w:rsidP="00EB63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g) Schnittstellen-dokumentation, ggf. Softwarequelle, Softwarelizenzen (siehe Abschnitt 3.1.3.2)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27AC" w14:textId="3D2DCFEF" w:rsidR="00E8262B" w:rsidRDefault="00E8262B" w:rsidP="0059710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>
              <w:t>Produktinformationen zur Dokumentation der Schnittstellen usw.</w:t>
            </w:r>
          </w:p>
          <w:p w14:paraId="5CD3A782" w14:textId="77777777" w:rsidR="00E8262B" w:rsidRPr="00597102" w:rsidRDefault="00E8262B" w:rsidP="0059710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7BAEFCC2" w14:textId="3ECDFEA4" w:rsidR="00E8262B" w:rsidRPr="009761D8" w:rsidRDefault="00E8262B" w:rsidP="00597102">
            <w:r>
              <w:t>Internetverweis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48C9" w14:textId="5439F8A6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5</w:t>
            </w:r>
            <w:r w:rsidRPr="009761D8">
              <w:t>)</w:t>
            </w:r>
          </w:p>
          <w:p w14:paraId="6C5838C2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03239458" w14:textId="09CC1F3B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E8262B" w:rsidRPr="009761D8" w14:paraId="4EE04B5C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4441A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562A8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C174" w14:textId="77777777" w:rsidR="00E8262B" w:rsidRDefault="00E8262B" w:rsidP="00EB63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h) Hinweise auf Softwareupdates (siehe Abschnitt 3.1.3.3)</w:t>
            </w:r>
          </w:p>
          <w:p w14:paraId="0F5665E8" w14:textId="4145FD40" w:rsidR="00E8262B" w:rsidRDefault="00E8262B" w:rsidP="00EB63A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4A53" w14:textId="2EF8CBAE" w:rsidR="00E8262B" w:rsidRDefault="00E8262B" w:rsidP="00EB63A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>
              <w:t>Produktinformationen zu Softwareupdates</w:t>
            </w:r>
          </w:p>
          <w:p w14:paraId="20C2B193" w14:textId="370C32CD" w:rsidR="00E8262B" w:rsidRPr="00597102" w:rsidRDefault="00E8262B" w:rsidP="00EB63A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3A784487" w14:textId="19AAA10A" w:rsidR="00E8262B" w:rsidRPr="009761D8" w:rsidRDefault="00E8262B" w:rsidP="00EB63A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>
              <w:t xml:space="preserve">Internetverweis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B8CE" w14:textId="081978BF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6</w:t>
            </w:r>
            <w:r w:rsidRPr="009761D8">
              <w:t>)</w:t>
            </w:r>
          </w:p>
          <w:p w14:paraId="4F009073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32E9D014" w14:textId="6C1F4EA8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E8262B" w:rsidRPr="009761D8" w14:paraId="1AF33605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F4696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3A4BC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F8F6" w14:textId="406864DC" w:rsidR="00E8262B" w:rsidRDefault="00E8262B" w:rsidP="00EB63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i) Beschreibung der Deinstallation (siehe Abschnitt 3.1.3.4)</w:t>
            </w:r>
          </w:p>
          <w:p w14:paraId="78739BA2" w14:textId="140EDAC5" w:rsidR="00E8262B" w:rsidRDefault="00E8262B" w:rsidP="00EB63A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519B" w14:textId="43768128" w:rsidR="00E8262B" w:rsidRPr="00B938E2" w:rsidRDefault="00E8262B" w:rsidP="00EB63A2">
            <w:r w:rsidRPr="00B938E2">
              <w:t xml:space="preserve">Produktinformationen </w:t>
            </w:r>
            <w:r>
              <w:t xml:space="preserve">zur Deinstallation </w:t>
            </w:r>
          </w:p>
          <w:p w14:paraId="147978D5" w14:textId="76B1D647" w:rsidR="00E8262B" w:rsidRPr="00597102" w:rsidRDefault="00E8262B" w:rsidP="00EB63A2">
            <w:pPr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71AF9A14" w14:textId="1A07587F" w:rsidR="00E8262B" w:rsidRPr="009761D8" w:rsidRDefault="00E8262B" w:rsidP="00EB63A2">
            <w:r>
              <w:t>Internetverweis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A009" w14:textId="0600EA0B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6</w:t>
            </w:r>
            <w:r w:rsidRPr="009761D8">
              <w:t>)</w:t>
            </w:r>
          </w:p>
          <w:p w14:paraId="22E9465F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78B6E16E" w14:textId="4F3A2DEE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E8262B" w:rsidRPr="009761D8" w14:paraId="06E28D87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CB2F3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A9E0A2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5DDA" w14:textId="22040AB9" w:rsidR="00E8262B" w:rsidRDefault="00E8262B" w:rsidP="00EB63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j) </w:t>
            </w:r>
            <w:r w:rsidRPr="00F46303">
              <w:rPr>
                <w:sz w:val="20"/>
                <w:szCs w:val="20"/>
              </w:rPr>
              <w:t>Angaben zur Modularität und über Informationen zur Reduzierung von Ressourceninanspruch</w:t>
            </w:r>
            <w:r>
              <w:rPr>
                <w:sz w:val="20"/>
                <w:szCs w:val="20"/>
              </w:rPr>
              <w:softHyphen/>
            </w:r>
            <w:r w:rsidRPr="00F46303">
              <w:rPr>
                <w:sz w:val="20"/>
                <w:szCs w:val="20"/>
              </w:rPr>
              <w:t xml:space="preserve">nahme (siehe Abschnitt </w:t>
            </w:r>
            <w:r>
              <w:rPr>
                <w:sz w:val="20"/>
                <w:szCs w:val="20"/>
              </w:rPr>
              <w:t>3.1.3.5</w:t>
            </w:r>
            <w:r w:rsidRPr="00F46303">
              <w:rPr>
                <w:sz w:val="20"/>
                <w:szCs w:val="20"/>
              </w:rPr>
              <w:t>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204E" w14:textId="77777777" w:rsidR="00E8262B" w:rsidRPr="00B938E2" w:rsidRDefault="00E8262B" w:rsidP="00EB63A2">
            <w:r w:rsidRPr="00B938E2">
              <w:t xml:space="preserve">Produktinformationen </w:t>
            </w:r>
            <w:r>
              <w:t xml:space="preserve">zu </w:t>
            </w:r>
            <w:r w:rsidRPr="005B4EFF">
              <w:t>Möglichkeiten zur Begrenzung des Funktionsumfangs bei der Installation oder beim Betrieb</w:t>
            </w:r>
          </w:p>
          <w:p w14:paraId="548003F6" w14:textId="1AD9ADFA" w:rsidR="00E8262B" w:rsidRPr="00597102" w:rsidRDefault="00E8262B" w:rsidP="00EB63A2">
            <w:pPr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798658C5" w14:textId="4E24D3FA" w:rsidR="00E8262B" w:rsidRPr="00A1747E" w:rsidRDefault="00E8262B" w:rsidP="00EB63A2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>
              <w:t>Internetverweis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2872" w14:textId="76D6C404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6</w:t>
            </w:r>
            <w:r w:rsidRPr="009761D8">
              <w:t>)</w:t>
            </w:r>
          </w:p>
          <w:p w14:paraId="6D1078AD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3208639F" w14:textId="282AC664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E8262B" w:rsidRPr="009761D8" w14:paraId="0948DE1D" w14:textId="77777777" w:rsidTr="00E8262B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9FD3B" w14:textId="672A56F2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4230B" w14:textId="67E6B8BF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2DA1" w14:textId="77777777" w:rsidR="00E8262B" w:rsidRPr="00674223" w:rsidRDefault="00E8262B" w:rsidP="00EB63A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k) </w:t>
            </w:r>
            <w:r w:rsidRPr="00674223">
              <w:rPr>
                <w:sz w:val="20"/>
                <w:szCs w:val="20"/>
              </w:rPr>
              <w:t>Benennung der zulässigen Tracking-Funktionen und ggf. Hinweise zu deren Deaktivierung</w:t>
            </w:r>
          </w:p>
          <w:p w14:paraId="1A317592" w14:textId="0DB2F078" w:rsidR="00E8262B" w:rsidRPr="002C149B" w:rsidRDefault="00E8262B" w:rsidP="00EB63A2">
            <w:pPr>
              <w:pStyle w:val="Default"/>
              <w:rPr>
                <w:sz w:val="20"/>
                <w:szCs w:val="20"/>
              </w:rPr>
            </w:pPr>
            <w:r w:rsidRPr="00674223">
              <w:rPr>
                <w:sz w:val="20"/>
                <w:szCs w:val="20"/>
              </w:rPr>
              <w:t>(siehe Abschnitt 3.1.3.6)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A294" w14:textId="77777777" w:rsidR="00E8262B" w:rsidRPr="009519E3" w:rsidRDefault="00E8262B" w:rsidP="00500DD5">
            <w:pPr>
              <w:tabs>
                <w:tab w:val="right" w:pos="3035"/>
              </w:tabs>
              <w:spacing w:before="40"/>
              <w:ind w:left="346" w:hanging="346"/>
            </w:pPr>
            <w:r w:rsidRPr="009519E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9E3">
              <w:instrText xml:space="preserve"> FORMCHECKBOX </w:instrText>
            </w:r>
            <w:r>
              <w:fldChar w:fldCharType="separate"/>
            </w:r>
            <w:r w:rsidRPr="009519E3">
              <w:fldChar w:fldCharType="end"/>
            </w:r>
            <w:r w:rsidRPr="009519E3">
              <w:t xml:space="preserve"> Es sind Tracking-Funktionen enthalten, die als Ausnahmen zugelassen sind.</w:t>
            </w:r>
            <w:r w:rsidRPr="009519E3">
              <w:tab/>
            </w:r>
          </w:p>
          <w:p w14:paraId="576FC109" w14:textId="601589A3" w:rsidR="00E8262B" w:rsidRPr="00B938E2" w:rsidRDefault="00E8262B" w:rsidP="00EB63A2">
            <w:r w:rsidRPr="00B938E2">
              <w:t xml:space="preserve">Produktinformationen </w:t>
            </w:r>
            <w:r>
              <w:t>zur Deaktivierung von Tracking-Funktionen oder deren Notwendigkeit</w:t>
            </w:r>
          </w:p>
          <w:p w14:paraId="754D59EC" w14:textId="4C405FFF" w:rsidR="00E8262B" w:rsidRPr="00597102" w:rsidRDefault="00E8262B" w:rsidP="00EB63A2">
            <w:pPr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294A7D44" w14:textId="337FA2E7" w:rsidR="00E8262B" w:rsidRPr="009761D8" w:rsidRDefault="00E8262B" w:rsidP="00EB63A2">
            <w:r>
              <w:t>Internetverweis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4625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  <w:r>
              <w:t xml:space="preserve">Wenn </w:t>
            </w:r>
            <w:r w:rsidRPr="00344877">
              <w:t xml:space="preserve">Tracking-Funktionen </w:t>
            </w:r>
            <w:proofErr w:type="gramStart"/>
            <w:r w:rsidRPr="00344877">
              <w:t>enthalten</w:t>
            </w:r>
            <w:proofErr w:type="gramEnd"/>
            <w:r>
              <w:t xml:space="preserve"> sind:</w:t>
            </w:r>
          </w:p>
          <w:p w14:paraId="7F5B3889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  <w:p w14:paraId="0D8607E9" w14:textId="0C09A467" w:rsidR="00E8262B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(Anlage</w:t>
            </w:r>
            <w:r>
              <w:t xml:space="preserve"> 6</w:t>
            </w:r>
            <w:r w:rsidRPr="009761D8">
              <w:t>)</w:t>
            </w:r>
          </w:p>
          <w:p w14:paraId="69EA2B97" w14:textId="77777777" w:rsidR="00E8262B" w:rsidRPr="00597102" w:rsidRDefault="00E8262B" w:rsidP="00EB63A2">
            <w:pPr>
              <w:tabs>
                <w:tab w:val="left" w:pos="7938"/>
              </w:tabs>
              <w:spacing w:before="20" w:after="20"/>
              <w:jc w:val="center"/>
              <w:rPr>
                <w:i/>
              </w:rPr>
            </w:pPr>
            <w:r w:rsidRPr="00597102">
              <w:rPr>
                <w:i/>
              </w:rPr>
              <w:t>oder</w:t>
            </w:r>
          </w:p>
          <w:p w14:paraId="29B469BA" w14:textId="68F4AE20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  <w:r w:rsidRPr="009761D8">
              <w:br/>
              <w:t>(</w:t>
            </w:r>
            <w:r>
              <w:t>URL</w:t>
            </w:r>
            <w:r w:rsidRPr="009761D8">
              <w:t>)</w:t>
            </w:r>
          </w:p>
        </w:tc>
      </w:tr>
      <w:tr w:rsidR="00E8262B" w:rsidRPr="009761D8" w14:paraId="0D53A4EA" w14:textId="77777777" w:rsidTr="00E8262B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715E4395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3.2.1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853AC88" w14:textId="77777777" w:rsidR="00E8262B" w:rsidRPr="00294395" w:rsidRDefault="00E8262B" w:rsidP="00EB63A2">
            <w:bookmarkStart w:id="10" w:name="_Ref23504051"/>
            <w:bookmarkStart w:id="11" w:name="_Toc24111410"/>
            <w:r w:rsidRPr="00294395">
              <w:t xml:space="preserve">Anforderungen an Weiterentwicklung </w:t>
            </w:r>
            <w:r>
              <w:t>und</w:t>
            </w:r>
            <w:r w:rsidRPr="00294395">
              <w:t xml:space="preserve"> Updates des Produktes</w:t>
            </w:r>
            <w:bookmarkEnd w:id="10"/>
            <w:bookmarkEnd w:id="11"/>
          </w:p>
          <w:p w14:paraId="4D0EAB8E" w14:textId="77777777" w:rsidR="00E8262B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6D851BC" w14:textId="77777777" w:rsidR="00E8262B" w:rsidRDefault="00E8262B" w:rsidP="00EB63A2">
            <w:r>
              <w:t>Bei Änderung des Produktes (bspw. durch Updates) ist sicherzustellen, dass alle Kriterien weiterhin eingehalten werden.</w:t>
            </w:r>
          </w:p>
          <w:p w14:paraId="73C46964" w14:textId="5197F3CA" w:rsidR="00E8262B" w:rsidRDefault="00E8262B" w:rsidP="00EB63A2">
            <w:r>
              <w:t>Bei Updates sind die Messungen alle 12 Monate zu wiederholen und die Ergebnisse zu veröffentlichen.</w:t>
            </w:r>
          </w:p>
        </w:tc>
        <w:tc>
          <w:tcPr>
            <w:tcW w:w="3431" w:type="dxa"/>
            <w:tcBorders>
              <w:top w:val="single" w:sz="4" w:space="0" w:color="auto"/>
            </w:tcBorders>
          </w:tcPr>
          <w:p w14:paraId="13A18D0B" w14:textId="77777777" w:rsidR="00E8262B" w:rsidRPr="009761D8" w:rsidRDefault="00E8262B" w:rsidP="00EB63A2"/>
        </w:tc>
        <w:tc>
          <w:tcPr>
            <w:tcW w:w="1955" w:type="dxa"/>
            <w:tcBorders>
              <w:top w:val="single" w:sz="4" w:space="0" w:color="auto"/>
            </w:tcBorders>
          </w:tcPr>
          <w:p w14:paraId="41D7C2A9" w14:textId="77777777" w:rsidR="00E8262B" w:rsidRPr="009761D8" w:rsidRDefault="00E8262B" w:rsidP="00EB63A2">
            <w:pPr>
              <w:tabs>
                <w:tab w:val="left" w:pos="7938"/>
              </w:tabs>
              <w:spacing w:before="20" w:after="20"/>
            </w:pPr>
          </w:p>
        </w:tc>
      </w:tr>
    </w:tbl>
    <w:p w14:paraId="25410B1E" w14:textId="77777777" w:rsidR="00233A49" w:rsidRDefault="00233A49" w:rsidP="00C15D1C">
      <w:pPr>
        <w:rPr>
          <w:lang w:eastAsia="ja-JP"/>
        </w:rPr>
      </w:pPr>
    </w:p>
    <w:p w14:paraId="17AF73BE" w14:textId="0DC8EFFF" w:rsidR="002E629B" w:rsidRPr="00B01AF0" w:rsidRDefault="002E629B" w:rsidP="00E8262B">
      <w:pPr>
        <w:tabs>
          <w:tab w:val="left" w:pos="7938"/>
        </w:tabs>
        <w:spacing w:line="276" w:lineRule="auto"/>
      </w:pPr>
    </w:p>
    <w:sectPr w:rsidR="002E629B" w:rsidRPr="00B01AF0" w:rsidSect="003B144A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01B4D" w14:textId="77777777" w:rsidR="00D323A1" w:rsidRDefault="00D323A1">
      <w:r>
        <w:separator/>
      </w:r>
    </w:p>
    <w:p w14:paraId="30040D93" w14:textId="77777777" w:rsidR="00D323A1" w:rsidRDefault="00D323A1"/>
    <w:p w14:paraId="26898783" w14:textId="77777777" w:rsidR="00D323A1" w:rsidRDefault="00D323A1" w:rsidP="0050007C"/>
    <w:p w14:paraId="05206E88" w14:textId="77777777" w:rsidR="00D323A1" w:rsidRDefault="00D323A1"/>
    <w:p w14:paraId="483D04E3" w14:textId="77777777" w:rsidR="00D323A1" w:rsidRDefault="00D323A1"/>
  </w:endnote>
  <w:endnote w:type="continuationSeparator" w:id="0">
    <w:p w14:paraId="3167DB11" w14:textId="77777777" w:rsidR="00D323A1" w:rsidRDefault="00D323A1">
      <w:r>
        <w:continuationSeparator/>
      </w:r>
    </w:p>
    <w:p w14:paraId="784BF1CA" w14:textId="77777777" w:rsidR="00D323A1" w:rsidRDefault="00D323A1"/>
    <w:p w14:paraId="1487D1B0" w14:textId="77777777" w:rsidR="00D323A1" w:rsidRDefault="00D323A1" w:rsidP="0050007C"/>
    <w:p w14:paraId="398417CB" w14:textId="77777777" w:rsidR="00D323A1" w:rsidRDefault="00D323A1"/>
    <w:p w14:paraId="1B918BD5" w14:textId="77777777" w:rsidR="00D323A1" w:rsidRDefault="00D323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2EE63" w14:textId="77777777" w:rsidR="006024AC" w:rsidRDefault="006024AC">
    <w:pPr>
      <w:pStyle w:val="Fuzeile"/>
    </w:pPr>
  </w:p>
  <w:p w14:paraId="2600231C" w14:textId="77777777" w:rsidR="006024AC" w:rsidRDefault="006024AC"/>
  <w:p w14:paraId="6E4FA629" w14:textId="77777777" w:rsidR="006024AC" w:rsidRDefault="006024AC" w:rsidP="0050007C"/>
  <w:p w14:paraId="00A66D8E" w14:textId="77777777" w:rsidR="006024AC" w:rsidRDefault="006024AC" w:rsidP="0050007C"/>
  <w:p w14:paraId="0BC5A167" w14:textId="77777777" w:rsidR="006024AC" w:rsidRDefault="006024AC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B4979" w14:textId="6B7C6EEE" w:rsidR="006024AC" w:rsidRDefault="007E3CF0" w:rsidP="007F57D1">
    <w:pPr>
      <w:pStyle w:val="Fuzeile"/>
      <w:tabs>
        <w:tab w:val="clear" w:pos="4536"/>
        <w:tab w:val="clear" w:pos="9072"/>
        <w:tab w:val="center" w:pos="7088"/>
      </w:tabs>
      <w:jc w:val="both"/>
    </w:pPr>
    <w:r>
      <w:t>Hilfsdokument</w:t>
    </w:r>
    <w:r w:rsidR="006024AC">
      <w:tab/>
    </w:r>
    <w:r w:rsidR="006024AC">
      <w:rPr>
        <w:rStyle w:val="Seitenzahl"/>
      </w:rPr>
      <w:fldChar w:fldCharType="begin"/>
    </w:r>
    <w:r w:rsidR="006024AC">
      <w:rPr>
        <w:rStyle w:val="Seitenzahl"/>
      </w:rPr>
      <w:instrText xml:space="preserve"> PAGE </w:instrText>
    </w:r>
    <w:r w:rsidR="006024AC">
      <w:rPr>
        <w:rStyle w:val="Seitenzahl"/>
      </w:rPr>
      <w:fldChar w:fldCharType="separate"/>
    </w:r>
    <w:r w:rsidR="00233A49">
      <w:rPr>
        <w:rStyle w:val="Seitenzahl"/>
        <w:noProof/>
      </w:rPr>
      <w:t>10</w:t>
    </w:r>
    <w:r w:rsidR="006024AC">
      <w:rPr>
        <w:rStyle w:val="Seitenzahl"/>
      </w:rPr>
      <w:fldChar w:fldCharType="end"/>
    </w:r>
    <w:r w:rsidR="006024AC">
      <w:t>/</w:t>
    </w:r>
    <w:r>
      <w:fldChar w:fldCharType="begin"/>
    </w:r>
    <w:r>
      <w:instrText>NUMPAGES   \* MERGEFORMAT</w:instrText>
    </w:r>
    <w:r>
      <w:fldChar w:fldCharType="separate"/>
    </w:r>
    <w:r w:rsidR="00233A49">
      <w:rPr>
        <w:noProof/>
      </w:rPr>
      <w:t>11</w:t>
    </w:r>
    <w:r>
      <w:rPr>
        <w:noProof/>
      </w:rPr>
      <w:fldChar w:fldCharType="end"/>
    </w:r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  <w:t>DE</w:t>
    </w:r>
    <w:r w:rsidR="006024AC">
      <w:t xml:space="preserve">-UZ </w:t>
    </w:r>
    <w:r w:rsidR="00C7077C">
      <w:t>215</w:t>
    </w:r>
    <w:r w:rsidR="006024AC">
      <w:t xml:space="preserve"> Ausgabe </w:t>
    </w:r>
    <w:r w:rsidR="00CA4C3C">
      <w:t>Juni</w:t>
    </w:r>
    <w:r w:rsidR="006024AC">
      <w:t xml:space="preserve"> </w:t>
    </w:r>
    <w:r w:rsidR="002B5407">
      <w:t>202</w:t>
    </w:r>
    <w:r w:rsidR="005C2BB6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EC036" w14:textId="77777777" w:rsidR="00D323A1" w:rsidRDefault="00D323A1">
      <w:r>
        <w:separator/>
      </w:r>
    </w:p>
  </w:footnote>
  <w:footnote w:type="continuationSeparator" w:id="0">
    <w:p w14:paraId="719D0C9F" w14:textId="77777777" w:rsidR="00D323A1" w:rsidRDefault="00D323A1">
      <w:r>
        <w:continuationSeparator/>
      </w:r>
    </w:p>
    <w:p w14:paraId="30FA2374" w14:textId="77777777" w:rsidR="00D323A1" w:rsidRDefault="00D323A1"/>
    <w:p w14:paraId="072EDE01" w14:textId="77777777" w:rsidR="00D323A1" w:rsidRDefault="00D323A1" w:rsidP="0050007C"/>
    <w:p w14:paraId="2C077D11" w14:textId="77777777" w:rsidR="00D323A1" w:rsidRDefault="00D323A1"/>
    <w:p w14:paraId="3655D190" w14:textId="77777777" w:rsidR="00D323A1" w:rsidRDefault="00D323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1A468" w14:textId="77777777" w:rsidR="006024AC" w:rsidRDefault="006024AC">
    <w:pPr>
      <w:pStyle w:val="Kopfzeile"/>
    </w:pPr>
  </w:p>
  <w:p w14:paraId="146D0486" w14:textId="77777777" w:rsidR="006024AC" w:rsidRDefault="006024AC"/>
  <w:p w14:paraId="35533AE2" w14:textId="77777777" w:rsidR="006024AC" w:rsidRDefault="006024AC" w:rsidP="0050007C"/>
  <w:p w14:paraId="5506BE67" w14:textId="77777777" w:rsidR="006024AC" w:rsidRDefault="006024AC" w:rsidP="0050007C"/>
  <w:p w14:paraId="7EC34823" w14:textId="77777777" w:rsidR="006024AC" w:rsidRDefault="006024AC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E3629" w14:textId="77777777" w:rsidR="006024AC" w:rsidRDefault="006024AC" w:rsidP="00C83B8A">
    <w:pPr>
      <w:pStyle w:val="Kopfzeile"/>
      <w:jc w:val="right"/>
    </w:pPr>
    <w:r>
      <w:rPr>
        <w:noProof/>
      </w:rPr>
      <w:drawing>
        <wp:inline distT="0" distB="0" distL="0" distR="0" wp14:anchorId="5761993C" wp14:editId="56407B8A">
          <wp:extent cx="885825" cy="619125"/>
          <wp:effectExtent l="0" t="0" r="9525" b="9525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007480" w14:textId="77777777" w:rsidR="006024AC" w:rsidRDefault="006024AC" w:rsidP="00C83B8A">
    <w:pPr>
      <w:pStyle w:val="Kopfzeile"/>
      <w:jc w:val="right"/>
    </w:pPr>
  </w:p>
  <w:p w14:paraId="64820F6A" w14:textId="77777777" w:rsidR="006024AC" w:rsidRDefault="006024AC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256C3D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B2293"/>
    <w:multiLevelType w:val="hybridMultilevel"/>
    <w:tmpl w:val="1E4EFA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A79F1"/>
    <w:multiLevelType w:val="hybridMultilevel"/>
    <w:tmpl w:val="BFDCD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A2B5F"/>
    <w:multiLevelType w:val="hybridMultilevel"/>
    <w:tmpl w:val="4014A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57E86"/>
    <w:multiLevelType w:val="hybridMultilevel"/>
    <w:tmpl w:val="7DDE3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E6B27"/>
    <w:multiLevelType w:val="hybridMultilevel"/>
    <w:tmpl w:val="5B00A7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D6A64"/>
    <w:multiLevelType w:val="hybridMultilevel"/>
    <w:tmpl w:val="B5366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2836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8" w15:restartNumberingAfterBreak="0">
    <w:nsid w:val="1C7572FB"/>
    <w:multiLevelType w:val="hybridMultilevel"/>
    <w:tmpl w:val="8AE4B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635A1"/>
    <w:multiLevelType w:val="hybridMultilevel"/>
    <w:tmpl w:val="BA8A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774B10"/>
    <w:multiLevelType w:val="hybridMultilevel"/>
    <w:tmpl w:val="CF663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741FE"/>
    <w:multiLevelType w:val="hybridMultilevel"/>
    <w:tmpl w:val="EEA26A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9A050E"/>
    <w:multiLevelType w:val="hybridMultilevel"/>
    <w:tmpl w:val="294C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D7D49"/>
    <w:multiLevelType w:val="hybridMultilevel"/>
    <w:tmpl w:val="7264F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94843"/>
    <w:multiLevelType w:val="hybridMultilevel"/>
    <w:tmpl w:val="8DC2B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C436BB"/>
    <w:multiLevelType w:val="hybridMultilevel"/>
    <w:tmpl w:val="C7C8C9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7011C"/>
    <w:multiLevelType w:val="hybridMultilevel"/>
    <w:tmpl w:val="88047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C95E1F"/>
    <w:multiLevelType w:val="hybridMultilevel"/>
    <w:tmpl w:val="4E7A2E0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2B54C6"/>
    <w:multiLevelType w:val="hybridMultilevel"/>
    <w:tmpl w:val="01AEE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83988"/>
    <w:multiLevelType w:val="hybridMultilevel"/>
    <w:tmpl w:val="BDAC1F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7496253">
    <w:abstractNumId w:val="18"/>
  </w:num>
  <w:num w:numId="2" w16cid:durableId="1483044199">
    <w:abstractNumId w:val="10"/>
  </w:num>
  <w:num w:numId="3" w16cid:durableId="8994496">
    <w:abstractNumId w:val="9"/>
  </w:num>
  <w:num w:numId="4" w16cid:durableId="1868368485">
    <w:abstractNumId w:val="8"/>
  </w:num>
  <w:num w:numId="5" w16cid:durableId="802844742">
    <w:abstractNumId w:val="17"/>
  </w:num>
  <w:num w:numId="6" w16cid:durableId="1382897233">
    <w:abstractNumId w:val="6"/>
  </w:num>
  <w:num w:numId="7" w16cid:durableId="1515539059">
    <w:abstractNumId w:val="20"/>
  </w:num>
  <w:num w:numId="8" w16cid:durableId="994257964">
    <w:abstractNumId w:val="4"/>
  </w:num>
  <w:num w:numId="9" w16cid:durableId="903029696">
    <w:abstractNumId w:val="2"/>
  </w:num>
  <w:num w:numId="10" w16cid:durableId="714043551">
    <w:abstractNumId w:val="11"/>
  </w:num>
  <w:num w:numId="11" w16cid:durableId="1567767133">
    <w:abstractNumId w:val="14"/>
  </w:num>
  <w:num w:numId="12" w16cid:durableId="1252738406">
    <w:abstractNumId w:val="15"/>
  </w:num>
  <w:num w:numId="13" w16cid:durableId="297271533">
    <w:abstractNumId w:val="3"/>
  </w:num>
  <w:num w:numId="14" w16cid:durableId="468744902">
    <w:abstractNumId w:val="21"/>
  </w:num>
  <w:num w:numId="15" w16cid:durableId="1504930980">
    <w:abstractNumId w:val="12"/>
  </w:num>
  <w:num w:numId="16" w16cid:durableId="1804082846">
    <w:abstractNumId w:val="7"/>
  </w:num>
  <w:num w:numId="17" w16cid:durableId="2124570295">
    <w:abstractNumId w:val="13"/>
  </w:num>
  <w:num w:numId="18" w16cid:durableId="1390500109">
    <w:abstractNumId w:val="1"/>
  </w:num>
  <w:num w:numId="19" w16cid:durableId="1689943680">
    <w:abstractNumId w:val="18"/>
  </w:num>
  <w:num w:numId="20" w16cid:durableId="1185631345">
    <w:abstractNumId w:val="0"/>
  </w:num>
  <w:num w:numId="21" w16cid:durableId="1909992935">
    <w:abstractNumId w:val="18"/>
  </w:num>
  <w:num w:numId="22" w16cid:durableId="1559199021">
    <w:abstractNumId w:val="16"/>
  </w:num>
  <w:num w:numId="23" w16cid:durableId="1811244157">
    <w:abstractNumId w:val="18"/>
  </w:num>
  <w:num w:numId="24" w16cid:durableId="813834055">
    <w:abstractNumId w:val="5"/>
  </w:num>
  <w:num w:numId="25" w16cid:durableId="1747259645">
    <w:abstractNumId w:val="19"/>
  </w:num>
  <w:num w:numId="26" w16cid:durableId="1674382349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1B0B"/>
    <w:rsid w:val="0000246E"/>
    <w:rsid w:val="000033F2"/>
    <w:rsid w:val="000042EE"/>
    <w:rsid w:val="00004352"/>
    <w:rsid w:val="00004B01"/>
    <w:rsid w:val="0000559F"/>
    <w:rsid w:val="000060CC"/>
    <w:rsid w:val="00006461"/>
    <w:rsid w:val="00006D73"/>
    <w:rsid w:val="00006D8B"/>
    <w:rsid w:val="00006F5D"/>
    <w:rsid w:val="000070EF"/>
    <w:rsid w:val="00007CC5"/>
    <w:rsid w:val="00010638"/>
    <w:rsid w:val="00011062"/>
    <w:rsid w:val="00011434"/>
    <w:rsid w:val="0001281D"/>
    <w:rsid w:val="000128FA"/>
    <w:rsid w:val="0001304D"/>
    <w:rsid w:val="0001319B"/>
    <w:rsid w:val="000132C8"/>
    <w:rsid w:val="000159D9"/>
    <w:rsid w:val="00016B19"/>
    <w:rsid w:val="00016FAC"/>
    <w:rsid w:val="00017B60"/>
    <w:rsid w:val="0002001B"/>
    <w:rsid w:val="000207A4"/>
    <w:rsid w:val="0002135C"/>
    <w:rsid w:val="000215C7"/>
    <w:rsid w:val="000221A4"/>
    <w:rsid w:val="000225C4"/>
    <w:rsid w:val="00023343"/>
    <w:rsid w:val="00023B55"/>
    <w:rsid w:val="00023FFD"/>
    <w:rsid w:val="0002412B"/>
    <w:rsid w:val="00024D2A"/>
    <w:rsid w:val="00025263"/>
    <w:rsid w:val="0002613F"/>
    <w:rsid w:val="000278D7"/>
    <w:rsid w:val="000315B8"/>
    <w:rsid w:val="000322DC"/>
    <w:rsid w:val="00032514"/>
    <w:rsid w:val="000333A4"/>
    <w:rsid w:val="000335B3"/>
    <w:rsid w:val="000336E5"/>
    <w:rsid w:val="000337EB"/>
    <w:rsid w:val="00033A86"/>
    <w:rsid w:val="00033E4F"/>
    <w:rsid w:val="000349B9"/>
    <w:rsid w:val="00034B8D"/>
    <w:rsid w:val="00034D7D"/>
    <w:rsid w:val="000352CA"/>
    <w:rsid w:val="000358CD"/>
    <w:rsid w:val="0003668C"/>
    <w:rsid w:val="00036DD5"/>
    <w:rsid w:val="000407FF"/>
    <w:rsid w:val="00040881"/>
    <w:rsid w:val="000411A8"/>
    <w:rsid w:val="0004223E"/>
    <w:rsid w:val="00042AF8"/>
    <w:rsid w:val="0004315D"/>
    <w:rsid w:val="000453AF"/>
    <w:rsid w:val="00045ABE"/>
    <w:rsid w:val="00045DE8"/>
    <w:rsid w:val="0004655D"/>
    <w:rsid w:val="00046723"/>
    <w:rsid w:val="000468A9"/>
    <w:rsid w:val="00046B45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043"/>
    <w:rsid w:val="00060160"/>
    <w:rsid w:val="00060221"/>
    <w:rsid w:val="000607E5"/>
    <w:rsid w:val="00060825"/>
    <w:rsid w:val="00060DF1"/>
    <w:rsid w:val="00063962"/>
    <w:rsid w:val="00064114"/>
    <w:rsid w:val="00065B9D"/>
    <w:rsid w:val="0006627D"/>
    <w:rsid w:val="00066F46"/>
    <w:rsid w:val="00067654"/>
    <w:rsid w:val="000700CA"/>
    <w:rsid w:val="00071D1E"/>
    <w:rsid w:val="00072AC0"/>
    <w:rsid w:val="0007395D"/>
    <w:rsid w:val="00073A7B"/>
    <w:rsid w:val="00073C65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77C"/>
    <w:rsid w:val="00083C13"/>
    <w:rsid w:val="00083E6E"/>
    <w:rsid w:val="00084AEA"/>
    <w:rsid w:val="0008606B"/>
    <w:rsid w:val="000867E6"/>
    <w:rsid w:val="00086EE7"/>
    <w:rsid w:val="00086F42"/>
    <w:rsid w:val="000901DC"/>
    <w:rsid w:val="000906D7"/>
    <w:rsid w:val="00090B6D"/>
    <w:rsid w:val="00091EF2"/>
    <w:rsid w:val="00092B9D"/>
    <w:rsid w:val="00093993"/>
    <w:rsid w:val="00093BFD"/>
    <w:rsid w:val="00094273"/>
    <w:rsid w:val="00094628"/>
    <w:rsid w:val="00094ABB"/>
    <w:rsid w:val="00095ED0"/>
    <w:rsid w:val="00096F7C"/>
    <w:rsid w:val="000A037A"/>
    <w:rsid w:val="000A0ACF"/>
    <w:rsid w:val="000A1908"/>
    <w:rsid w:val="000A1AF4"/>
    <w:rsid w:val="000A35CC"/>
    <w:rsid w:val="000A5108"/>
    <w:rsid w:val="000B009C"/>
    <w:rsid w:val="000B083D"/>
    <w:rsid w:val="000B0928"/>
    <w:rsid w:val="000B18F9"/>
    <w:rsid w:val="000B2483"/>
    <w:rsid w:val="000B33B5"/>
    <w:rsid w:val="000B3558"/>
    <w:rsid w:val="000B4421"/>
    <w:rsid w:val="000B5DDF"/>
    <w:rsid w:val="000B62A3"/>
    <w:rsid w:val="000C1081"/>
    <w:rsid w:val="000C1A66"/>
    <w:rsid w:val="000C212C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4C52"/>
    <w:rsid w:val="000D571B"/>
    <w:rsid w:val="000D5C6E"/>
    <w:rsid w:val="000D6D10"/>
    <w:rsid w:val="000D756B"/>
    <w:rsid w:val="000D7A8F"/>
    <w:rsid w:val="000E05EB"/>
    <w:rsid w:val="000E0FF2"/>
    <w:rsid w:val="000E18B9"/>
    <w:rsid w:val="000E2710"/>
    <w:rsid w:val="000E27AE"/>
    <w:rsid w:val="000E30E5"/>
    <w:rsid w:val="000E3FF9"/>
    <w:rsid w:val="000E496C"/>
    <w:rsid w:val="000E4C80"/>
    <w:rsid w:val="000E51E6"/>
    <w:rsid w:val="000E60D8"/>
    <w:rsid w:val="000E6500"/>
    <w:rsid w:val="000E69CB"/>
    <w:rsid w:val="000E6CA7"/>
    <w:rsid w:val="000E7EBF"/>
    <w:rsid w:val="000F076C"/>
    <w:rsid w:val="000F0FCF"/>
    <w:rsid w:val="000F1DDC"/>
    <w:rsid w:val="000F2DCB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828"/>
    <w:rsid w:val="00105E39"/>
    <w:rsid w:val="001061A0"/>
    <w:rsid w:val="00106928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50E"/>
    <w:rsid w:val="00113A5B"/>
    <w:rsid w:val="00114037"/>
    <w:rsid w:val="00115EE9"/>
    <w:rsid w:val="00116453"/>
    <w:rsid w:val="00116BEA"/>
    <w:rsid w:val="00117228"/>
    <w:rsid w:val="00117264"/>
    <w:rsid w:val="00117509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057"/>
    <w:rsid w:val="00134F1D"/>
    <w:rsid w:val="00135190"/>
    <w:rsid w:val="0013591F"/>
    <w:rsid w:val="001360B6"/>
    <w:rsid w:val="001368AF"/>
    <w:rsid w:val="00136C6F"/>
    <w:rsid w:val="001372EF"/>
    <w:rsid w:val="00137532"/>
    <w:rsid w:val="00137F85"/>
    <w:rsid w:val="0014019E"/>
    <w:rsid w:val="0014132E"/>
    <w:rsid w:val="001418D2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56D3E"/>
    <w:rsid w:val="00160F72"/>
    <w:rsid w:val="001626E9"/>
    <w:rsid w:val="00162941"/>
    <w:rsid w:val="00162A35"/>
    <w:rsid w:val="00163A2D"/>
    <w:rsid w:val="001645F5"/>
    <w:rsid w:val="00164659"/>
    <w:rsid w:val="0016539C"/>
    <w:rsid w:val="00165502"/>
    <w:rsid w:val="00166473"/>
    <w:rsid w:val="00166887"/>
    <w:rsid w:val="00167E9F"/>
    <w:rsid w:val="00167FD7"/>
    <w:rsid w:val="0017198F"/>
    <w:rsid w:val="00172B23"/>
    <w:rsid w:val="00172BE9"/>
    <w:rsid w:val="00174029"/>
    <w:rsid w:val="0017411B"/>
    <w:rsid w:val="00174916"/>
    <w:rsid w:val="00174C44"/>
    <w:rsid w:val="00175510"/>
    <w:rsid w:val="00175FFF"/>
    <w:rsid w:val="00176155"/>
    <w:rsid w:val="00176AEF"/>
    <w:rsid w:val="00177947"/>
    <w:rsid w:val="00180613"/>
    <w:rsid w:val="00180E94"/>
    <w:rsid w:val="001817E7"/>
    <w:rsid w:val="00181A4A"/>
    <w:rsid w:val="0018203E"/>
    <w:rsid w:val="00183270"/>
    <w:rsid w:val="00184430"/>
    <w:rsid w:val="0018542D"/>
    <w:rsid w:val="00185542"/>
    <w:rsid w:val="001856E5"/>
    <w:rsid w:val="001859FD"/>
    <w:rsid w:val="00186C3C"/>
    <w:rsid w:val="00187592"/>
    <w:rsid w:val="00190118"/>
    <w:rsid w:val="00190726"/>
    <w:rsid w:val="00191381"/>
    <w:rsid w:val="001931F3"/>
    <w:rsid w:val="001934C4"/>
    <w:rsid w:val="001936B6"/>
    <w:rsid w:val="00193B05"/>
    <w:rsid w:val="00193DDD"/>
    <w:rsid w:val="00194BBA"/>
    <w:rsid w:val="00194E41"/>
    <w:rsid w:val="00195911"/>
    <w:rsid w:val="00195D6C"/>
    <w:rsid w:val="001961E4"/>
    <w:rsid w:val="00196E64"/>
    <w:rsid w:val="001973D7"/>
    <w:rsid w:val="001A0244"/>
    <w:rsid w:val="001A059B"/>
    <w:rsid w:val="001A0B14"/>
    <w:rsid w:val="001A0D2C"/>
    <w:rsid w:val="001A1E02"/>
    <w:rsid w:val="001A2036"/>
    <w:rsid w:val="001A2433"/>
    <w:rsid w:val="001A2E24"/>
    <w:rsid w:val="001A3053"/>
    <w:rsid w:val="001B0A4C"/>
    <w:rsid w:val="001B1B87"/>
    <w:rsid w:val="001B22C2"/>
    <w:rsid w:val="001B280C"/>
    <w:rsid w:val="001B295D"/>
    <w:rsid w:val="001B2FEC"/>
    <w:rsid w:val="001B3B15"/>
    <w:rsid w:val="001B3D6E"/>
    <w:rsid w:val="001B411D"/>
    <w:rsid w:val="001B46D5"/>
    <w:rsid w:val="001B4AD2"/>
    <w:rsid w:val="001B5C2D"/>
    <w:rsid w:val="001B6398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20A"/>
    <w:rsid w:val="001D1864"/>
    <w:rsid w:val="001D2A50"/>
    <w:rsid w:val="001D2CD8"/>
    <w:rsid w:val="001D3C0B"/>
    <w:rsid w:val="001D3C6D"/>
    <w:rsid w:val="001D47FF"/>
    <w:rsid w:val="001D507F"/>
    <w:rsid w:val="001D54D8"/>
    <w:rsid w:val="001D5874"/>
    <w:rsid w:val="001D59FC"/>
    <w:rsid w:val="001D6039"/>
    <w:rsid w:val="001D658B"/>
    <w:rsid w:val="001D65C8"/>
    <w:rsid w:val="001D69E3"/>
    <w:rsid w:val="001D7E02"/>
    <w:rsid w:val="001D7E3D"/>
    <w:rsid w:val="001D7E86"/>
    <w:rsid w:val="001E03BF"/>
    <w:rsid w:val="001E092B"/>
    <w:rsid w:val="001E10B9"/>
    <w:rsid w:val="001E15F4"/>
    <w:rsid w:val="001E1980"/>
    <w:rsid w:val="001E2245"/>
    <w:rsid w:val="001E2774"/>
    <w:rsid w:val="001E28B3"/>
    <w:rsid w:val="001E3B57"/>
    <w:rsid w:val="001E4CDF"/>
    <w:rsid w:val="001E56E5"/>
    <w:rsid w:val="001E5CE5"/>
    <w:rsid w:val="001E668E"/>
    <w:rsid w:val="001E66F9"/>
    <w:rsid w:val="001E6D5F"/>
    <w:rsid w:val="001E746A"/>
    <w:rsid w:val="001E76B1"/>
    <w:rsid w:val="001F07A2"/>
    <w:rsid w:val="001F0CB6"/>
    <w:rsid w:val="001F1317"/>
    <w:rsid w:val="001F16AD"/>
    <w:rsid w:val="001F1C81"/>
    <w:rsid w:val="001F3C32"/>
    <w:rsid w:val="001F4783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1102"/>
    <w:rsid w:val="00212136"/>
    <w:rsid w:val="00213657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0D86"/>
    <w:rsid w:val="00220EF9"/>
    <w:rsid w:val="00221926"/>
    <w:rsid w:val="00221CE0"/>
    <w:rsid w:val="00222056"/>
    <w:rsid w:val="00222862"/>
    <w:rsid w:val="00222C5C"/>
    <w:rsid w:val="00222FDB"/>
    <w:rsid w:val="00223147"/>
    <w:rsid w:val="00223EE7"/>
    <w:rsid w:val="002245EB"/>
    <w:rsid w:val="002265B5"/>
    <w:rsid w:val="002279CE"/>
    <w:rsid w:val="00231EB1"/>
    <w:rsid w:val="002336E2"/>
    <w:rsid w:val="00233A49"/>
    <w:rsid w:val="00233DB7"/>
    <w:rsid w:val="00234650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5E34"/>
    <w:rsid w:val="00246554"/>
    <w:rsid w:val="002465AE"/>
    <w:rsid w:val="002471C5"/>
    <w:rsid w:val="002478EA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219F"/>
    <w:rsid w:val="00263DE9"/>
    <w:rsid w:val="00263E0C"/>
    <w:rsid w:val="00263F8D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5728"/>
    <w:rsid w:val="0027735E"/>
    <w:rsid w:val="0027736F"/>
    <w:rsid w:val="002807C2"/>
    <w:rsid w:val="00280E3B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472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2FAE"/>
    <w:rsid w:val="00294124"/>
    <w:rsid w:val="0029498A"/>
    <w:rsid w:val="00295BC6"/>
    <w:rsid w:val="002965CA"/>
    <w:rsid w:val="00296A4A"/>
    <w:rsid w:val="00296C34"/>
    <w:rsid w:val="00297206"/>
    <w:rsid w:val="002973F8"/>
    <w:rsid w:val="002979C2"/>
    <w:rsid w:val="002A0442"/>
    <w:rsid w:val="002A071D"/>
    <w:rsid w:val="002A0971"/>
    <w:rsid w:val="002A0BE8"/>
    <w:rsid w:val="002A0C89"/>
    <w:rsid w:val="002A0F2C"/>
    <w:rsid w:val="002A1181"/>
    <w:rsid w:val="002A16AD"/>
    <w:rsid w:val="002A2054"/>
    <w:rsid w:val="002A2A1C"/>
    <w:rsid w:val="002A4AA0"/>
    <w:rsid w:val="002A5823"/>
    <w:rsid w:val="002A601C"/>
    <w:rsid w:val="002A6B44"/>
    <w:rsid w:val="002A70EF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407"/>
    <w:rsid w:val="002B5928"/>
    <w:rsid w:val="002B6DEC"/>
    <w:rsid w:val="002B6F58"/>
    <w:rsid w:val="002B742B"/>
    <w:rsid w:val="002B7CE5"/>
    <w:rsid w:val="002B7E58"/>
    <w:rsid w:val="002C03E8"/>
    <w:rsid w:val="002C149B"/>
    <w:rsid w:val="002C16B5"/>
    <w:rsid w:val="002C1985"/>
    <w:rsid w:val="002C2A45"/>
    <w:rsid w:val="002C3D08"/>
    <w:rsid w:val="002C697B"/>
    <w:rsid w:val="002C71EE"/>
    <w:rsid w:val="002C7D59"/>
    <w:rsid w:val="002D0151"/>
    <w:rsid w:val="002D069B"/>
    <w:rsid w:val="002D096B"/>
    <w:rsid w:val="002D233B"/>
    <w:rsid w:val="002D3032"/>
    <w:rsid w:val="002D3FE2"/>
    <w:rsid w:val="002D4D5E"/>
    <w:rsid w:val="002D4E70"/>
    <w:rsid w:val="002D6189"/>
    <w:rsid w:val="002D749F"/>
    <w:rsid w:val="002D7B8A"/>
    <w:rsid w:val="002D7F9D"/>
    <w:rsid w:val="002E0790"/>
    <w:rsid w:val="002E0D6F"/>
    <w:rsid w:val="002E11D0"/>
    <w:rsid w:val="002E200C"/>
    <w:rsid w:val="002E2310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1AA5"/>
    <w:rsid w:val="002F2517"/>
    <w:rsid w:val="002F3698"/>
    <w:rsid w:val="002F4983"/>
    <w:rsid w:val="002F522E"/>
    <w:rsid w:val="002F568D"/>
    <w:rsid w:val="002F59D0"/>
    <w:rsid w:val="002F5D51"/>
    <w:rsid w:val="002F6276"/>
    <w:rsid w:val="002F6441"/>
    <w:rsid w:val="002F7175"/>
    <w:rsid w:val="003024FE"/>
    <w:rsid w:val="00302933"/>
    <w:rsid w:val="00302ED5"/>
    <w:rsid w:val="0030364B"/>
    <w:rsid w:val="00303B4A"/>
    <w:rsid w:val="00304458"/>
    <w:rsid w:val="003058B1"/>
    <w:rsid w:val="003071C9"/>
    <w:rsid w:val="0030758C"/>
    <w:rsid w:val="003105EC"/>
    <w:rsid w:val="003115E3"/>
    <w:rsid w:val="00311E55"/>
    <w:rsid w:val="00314675"/>
    <w:rsid w:val="0031488C"/>
    <w:rsid w:val="00314D9A"/>
    <w:rsid w:val="003153B3"/>
    <w:rsid w:val="00316007"/>
    <w:rsid w:val="0031624F"/>
    <w:rsid w:val="00316F23"/>
    <w:rsid w:val="00317A88"/>
    <w:rsid w:val="00317CF7"/>
    <w:rsid w:val="00320020"/>
    <w:rsid w:val="00320D52"/>
    <w:rsid w:val="003233CA"/>
    <w:rsid w:val="003234D6"/>
    <w:rsid w:val="00323916"/>
    <w:rsid w:val="00324037"/>
    <w:rsid w:val="00324B70"/>
    <w:rsid w:val="003256D8"/>
    <w:rsid w:val="00326248"/>
    <w:rsid w:val="00326F10"/>
    <w:rsid w:val="003308F4"/>
    <w:rsid w:val="00330C0C"/>
    <w:rsid w:val="003311E7"/>
    <w:rsid w:val="00332690"/>
    <w:rsid w:val="0033270E"/>
    <w:rsid w:val="00332749"/>
    <w:rsid w:val="00332E5F"/>
    <w:rsid w:val="003345CE"/>
    <w:rsid w:val="00335B7B"/>
    <w:rsid w:val="0033602F"/>
    <w:rsid w:val="003363F0"/>
    <w:rsid w:val="00336CA3"/>
    <w:rsid w:val="00336EC0"/>
    <w:rsid w:val="0033719D"/>
    <w:rsid w:val="003371F1"/>
    <w:rsid w:val="003410DC"/>
    <w:rsid w:val="003420B4"/>
    <w:rsid w:val="00342C0D"/>
    <w:rsid w:val="00344877"/>
    <w:rsid w:val="00345C57"/>
    <w:rsid w:val="00345DCF"/>
    <w:rsid w:val="00346F3E"/>
    <w:rsid w:val="0035498A"/>
    <w:rsid w:val="00354A2C"/>
    <w:rsid w:val="003550E7"/>
    <w:rsid w:val="0035511A"/>
    <w:rsid w:val="003555E2"/>
    <w:rsid w:val="00356883"/>
    <w:rsid w:val="00356E62"/>
    <w:rsid w:val="003570B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2A26"/>
    <w:rsid w:val="00372D30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4D92"/>
    <w:rsid w:val="00385B52"/>
    <w:rsid w:val="00386DE2"/>
    <w:rsid w:val="003878DD"/>
    <w:rsid w:val="003878F4"/>
    <w:rsid w:val="003904ED"/>
    <w:rsid w:val="0039069E"/>
    <w:rsid w:val="003910DF"/>
    <w:rsid w:val="00392F6D"/>
    <w:rsid w:val="00393453"/>
    <w:rsid w:val="00393645"/>
    <w:rsid w:val="00393863"/>
    <w:rsid w:val="0039392F"/>
    <w:rsid w:val="00395C95"/>
    <w:rsid w:val="00397737"/>
    <w:rsid w:val="00397AB6"/>
    <w:rsid w:val="00397B10"/>
    <w:rsid w:val="003A00AA"/>
    <w:rsid w:val="003A137E"/>
    <w:rsid w:val="003A166F"/>
    <w:rsid w:val="003A171C"/>
    <w:rsid w:val="003A25F5"/>
    <w:rsid w:val="003A2F45"/>
    <w:rsid w:val="003A2FDF"/>
    <w:rsid w:val="003A31AF"/>
    <w:rsid w:val="003A52EB"/>
    <w:rsid w:val="003A767F"/>
    <w:rsid w:val="003A7F34"/>
    <w:rsid w:val="003B144A"/>
    <w:rsid w:val="003B15F0"/>
    <w:rsid w:val="003B255B"/>
    <w:rsid w:val="003B3826"/>
    <w:rsid w:val="003B3A37"/>
    <w:rsid w:val="003B3EC5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81"/>
    <w:rsid w:val="003C5E95"/>
    <w:rsid w:val="003C5F70"/>
    <w:rsid w:val="003C6375"/>
    <w:rsid w:val="003C65A0"/>
    <w:rsid w:val="003C6E88"/>
    <w:rsid w:val="003C7B10"/>
    <w:rsid w:val="003C7DDA"/>
    <w:rsid w:val="003D1A6E"/>
    <w:rsid w:val="003D1E9B"/>
    <w:rsid w:val="003D1EFF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A80"/>
    <w:rsid w:val="003E0CB4"/>
    <w:rsid w:val="003E19B8"/>
    <w:rsid w:val="003E20E5"/>
    <w:rsid w:val="003E217C"/>
    <w:rsid w:val="003E5892"/>
    <w:rsid w:val="003E6684"/>
    <w:rsid w:val="003E66D9"/>
    <w:rsid w:val="003E6901"/>
    <w:rsid w:val="003E6A03"/>
    <w:rsid w:val="003E6B56"/>
    <w:rsid w:val="003E761B"/>
    <w:rsid w:val="003F0EF7"/>
    <w:rsid w:val="003F11A8"/>
    <w:rsid w:val="003F12A4"/>
    <w:rsid w:val="003F12C7"/>
    <w:rsid w:val="003F1600"/>
    <w:rsid w:val="003F1E77"/>
    <w:rsid w:val="003F21A8"/>
    <w:rsid w:val="003F24F6"/>
    <w:rsid w:val="003F255D"/>
    <w:rsid w:val="003F2D65"/>
    <w:rsid w:val="003F3CA9"/>
    <w:rsid w:val="003F3EAA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94F"/>
    <w:rsid w:val="00412AF5"/>
    <w:rsid w:val="0041486C"/>
    <w:rsid w:val="00414DCA"/>
    <w:rsid w:val="00415C44"/>
    <w:rsid w:val="00415FC9"/>
    <w:rsid w:val="00416113"/>
    <w:rsid w:val="0041621A"/>
    <w:rsid w:val="00417181"/>
    <w:rsid w:val="004171B1"/>
    <w:rsid w:val="00417B32"/>
    <w:rsid w:val="00420871"/>
    <w:rsid w:val="00420EB7"/>
    <w:rsid w:val="004217CE"/>
    <w:rsid w:val="00421C66"/>
    <w:rsid w:val="0042211F"/>
    <w:rsid w:val="00423A54"/>
    <w:rsid w:val="00423D70"/>
    <w:rsid w:val="00423F1B"/>
    <w:rsid w:val="004245E8"/>
    <w:rsid w:val="00425163"/>
    <w:rsid w:val="0042599A"/>
    <w:rsid w:val="0042667E"/>
    <w:rsid w:val="0042723D"/>
    <w:rsid w:val="0042733A"/>
    <w:rsid w:val="00427723"/>
    <w:rsid w:val="0042795C"/>
    <w:rsid w:val="00427985"/>
    <w:rsid w:val="00430271"/>
    <w:rsid w:val="00430F88"/>
    <w:rsid w:val="00431881"/>
    <w:rsid w:val="00431BD6"/>
    <w:rsid w:val="00431D8F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304"/>
    <w:rsid w:val="00445BE2"/>
    <w:rsid w:val="00446754"/>
    <w:rsid w:val="004476C4"/>
    <w:rsid w:val="00447AEE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271"/>
    <w:rsid w:val="00467A70"/>
    <w:rsid w:val="00467AF0"/>
    <w:rsid w:val="00470730"/>
    <w:rsid w:val="004708CA"/>
    <w:rsid w:val="004720CD"/>
    <w:rsid w:val="004726E2"/>
    <w:rsid w:val="0047351A"/>
    <w:rsid w:val="004735CF"/>
    <w:rsid w:val="00475212"/>
    <w:rsid w:val="00476468"/>
    <w:rsid w:val="00476784"/>
    <w:rsid w:val="0047736A"/>
    <w:rsid w:val="004773D4"/>
    <w:rsid w:val="004778E0"/>
    <w:rsid w:val="004812D9"/>
    <w:rsid w:val="0048236A"/>
    <w:rsid w:val="00482CBD"/>
    <w:rsid w:val="0048302B"/>
    <w:rsid w:val="00483958"/>
    <w:rsid w:val="0048398F"/>
    <w:rsid w:val="0048419F"/>
    <w:rsid w:val="00485CCF"/>
    <w:rsid w:val="004869B3"/>
    <w:rsid w:val="00487955"/>
    <w:rsid w:val="00490217"/>
    <w:rsid w:val="004907C6"/>
    <w:rsid w:val="00490C7D"/>
    <w:rsid w:val="00491165"/>
    <w:rsid w:val="0049116E"/>
    <w:rsid w:val="0049192F"/>
    <w:rsid w:val="00491B6D"/>
    <w:rsid w:val="00492426"/>
    <w:rsid w:val="00492DBC"/>
    <w:rsid w:val="00493FF8"/>
    <w:rsid w:val="00495298"/>
    <w:rsid w:val="004966D2"/>
    <w:rsid w:val="00496D47"/>
    <w:rsid w:val="004974CA"/>
    <w:rsid w:val="00497765"/>
    <w:rsid w:val="00497915"/>
    <w:rsid w:val="00497C72"/>
    <w:rsid w:val="00497D79"/>
    <w:rsid w:val="00497F4F"/>
    <w:rsid w:val="004A069E"/>
    <w:rsid w:val="004A1965"/>
    <w:rsid w:val="004A1D6A"/>
    <w:rsid w:val="004A1F13"/>
    <w:rsid w:val="004A258B"/>
    <w:rsid w:val="004A3494"/>
    <w:rsid w:val="004A45E3"/>
    <w:rsid w:val="004A4E9F"/>
    <w:rsid w:val="004A530B"/>
    <w:rsid w:val="004A709B"/>
    <w:rsid w:val="004A70A6"/>
    <w:rsid w:val="004A743E"/>
    <w:rsid w:val="004B0385"/>
    <w:rsid w:val="004B05CC"/>
    <w:rsid w:val="004B1BBB"/>
    <w:rsid w:val="004B1E87"/>
    <w:rsid w:val="004B2DF7"/>
    <w:rsid w:val="004B587E"/>
    <w:rsid w:val="004B5F80"/>
    <w:rsid w:val="004B7350"/>
    <w:rsid w:val="004C3108"/>
    <w:rsid w:val="004C33C1"/>
    <w:rsid w:val="004C4452"/>
    <w:rsid w:val="004C4903"/>
    <w:rsid w:val="004C4A23"/>
    <w:rsid w:val="004C5BF2"/>
    <w:rsid w:val="004C5C74"/>
    <w:rsid w:val="004C6399"/>
    <w:rsid w:val="004C6B66"/>
    <w:rsid w:val="004D1C64"/>
    <w:rsid w:val="004D2439"/>
    <w:rsid w:val="004D2629"/>
    <w:rsid w:val="004D31AB"/>
    <w:rsid w:val="004D4F8A"/>
    <w:rsid w:val="004D55C0"/>
    <w:rsid w:val="004D6734"/>
    <w:rsid w:val="004D6F3B"/>
    <w:rsid w:val="004D7B22"/>
    <w:rsid w:val="004E02C2"/>
    <w:rsid w:val="004E02E1"/>
    <w:rsid w:val="004E087B"/>
    <w:rsid w:val="004E19CD"/>
    <w:rsid w:val="004E225C"/>
    <w:rsid w:val="004E2787"/>
    <w:rsid w:val="004E27D6"/>
    <w:rsid w:val="004E2FE6"/>
    <w:rsid w:val="004E6A51"/>
    <w:rsid w:val="004E7256"/>
    <w:rsid w:val="004F0247"/>
    <w:rsid w:val="004F03DE"/>
    <w:rsid w:val="004F0716"/>
    <w:rsid w:val="004F1405"/>
    <w:rsid w:val="004F1DA2"/>
    <w:rsid w:val="004F34BC"/>
    <w:rsid w:val="004F3B67"/>
    <w:rsid w:val="004F3C27"/>
    <w:rsid w:val="004F3E23"/>
    <w:rsid w:val="004F4043"/>
    <w:rsid w:val="004F5803"/>
    <w:rsid w:val="004F6B6D"/>
    <w:rsid w:val="004F6CB8"/>
    <w:rsid w:val="004F7007"/>
    <w:rsid w:val="004F70F9"/>
    <w:rsid w:val="004F7AD1"/>
    <w:rsid w:val="004F7C57"/>
    <w:rsid w:val="0050007C"/>
    <w:rsid w:val="005000A0"/>
    <w:rsid w:val="0050021F"/>
    <w:rsid w:val="005008C6"/>
    <w:rsid w:val="00500DD5"/>
    <w:rsid w:val="005010AA"/>
    <w:rsid w:val="00501A95"/>
    <w:rsid w:val="005036C2"/>
    <w:rsid w:val="0050388C"/>
    <w:rsid w:val="00503A6D"/>
    <w:rsid w:val="00505D73"/>
    <w:rsid w:val="00506237"/>
    <w:rsid w:val="00506948"/>
    <w:rsid w:val="00506C53"/>
    <w:rsid w:val="0050732E"/>
    <w:rsid w:val="00507B79"/>
    <w:rsid w:val="005112A6"/>
    <w:rsid w:val="00511990"/>
    <w:rsid w:val="00511D52"/>
    <w:rsid w:val="00511DD7"/>
    <w:rsid w:val="00512525"/>
    <w:rsid w:val="00513B20"/>
    <w:rsid w:val="00513B6B"/>
    <w:rsid w:val="00513C76"/>
    <w:rsid w:val="005140E2"/>
    <w:rsid w:val="0051506D"/>
    <w:rsid w:val="00515171"/>
    <w:rsid w:val="00515663"/>
    <w:rsid w:val="005163CB"/>
    <w:rsid w:val="005170F8"/>
    <w:rsid w:val="00517D49"/>
    <w:rsid w:val="00520889"/>
    <w:rsid w:val="00520CA4"/>
    <w:rsid w:val="0052220A"/>
    <w:rsid w:val="00522EC6"/>
    <w:rsid w:val="00523049"/>
    <w:rsid w:val="0052321E"/>
    <w:rsid w:val="00523E85"/>
    <w:rsid w:val="005241F4"/>
    <w:rsid w:val="00524856"/>
    <w:rsid w:val="00525737"/>
    <w:rsid w:val="0052612C"/>
    <w:rsid w:val="00526CAE"/>
    <w:rsid w:val="00527926"/>
    <w:rsid w:val="005302FF"/>
    <w:rsid w:val="0053063F"/>
    <w:rsid w:val="005306F2"/>
    <w:rsid w:val="005309D5"/>
    <w:rsid w:val="00531847"/>
    <w:rsid w:val="00532345"/>
    <w:rsid w:val="00532791"/>
    <w:rsid w:val="0053280D"/>
    <w:rsid w:val="00533DC1"/>
    <w:rsid w:val="00534902"/>
    <w:rsid w:val="005358C8"/>
    <w:rsid w:val="00536175"/>
    <w:rsid w:val="00536B65"/>
    <w:rsid w:val="0053720B"/>
    <w:rsid w:val="00540B66"/>
    <w:rsid w:val="00543145"/>
    <w:rsid w:val="005431BC"/>
    <w:rsid w:val="005431DA"/>
    <w:rsid w:val="0054332D"/>
    <w:rsid w:val="005439D9"/>
    <w:rsid w:val="005440F6"/>
    <w:rsid w:val="00544376"/>
    <w:rsid w:val="00545156"/>
    <w:rsid w:val="005459B0"/>
    <w:rsid w:val="00546274"/>
    <w:rsid w:val="005462E0"/>
    <w:rsid w:val="00547F0D"/>
    <w:rsid w:val="00551084"/>
    <w:rsid w:val="00551731"/>
    <w:rsid w:val="00551736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404"/>
    <w:rsid w:val="00556916"/>
    <w:rsid w:val="00556EDD"/>
    <w:rsid w:val="00557352"/>
    <w:rsid w:val="005602FE"/>
    <w:rsid w:val="005616E6"/>
    <w:rsid w:val="005619D3"/>
    <w:rsid w:val="005629F1"/>
    <w:rsid w:val="00562A49"/>
    <w:rsid w:val="00563DBF"/>
    <w:rsid w:val="00564A8F"/>
    <w:rsid w:val="00565904"/>
    <w:rsid w:val="00566526"/>
    <w:rsid w:val="005667A0"/>
    <w:rsid w:val="00567220"/>
    <w:rsid w:val="0056749B"/>
    <w:rsid w:val="00567DA5"/>
    <w:rsid w:val="00570C8F"/>
    <w:rsid w:val="005719B8"/>
    <w:rsid w:val="005730E7"/>
    <w:rsid w:val="00573F66"/>
    <w:rsid w:val="0057454B"/>
    <w:rsid w:val="0057457C"/>
    <w:rsid w:val="005748F2"/>
    <w:rsid w:val="00574F1A"/>
    <w:rsid w:val="00574FD4"/>
    <w:rsid w:val="00575011"/>
    <w:rsid w:val="0057520D"/>
    <w:rsid w:val="00576268"/>
    <w:rsid w:val="005766C4"/>
    <w:rsid w:val="0057680E"/>
    <w:rsid w:val="00577B37"/>
    <w:rsid w:val="00577EB1"/>
    <w:rsid w:val="00580A95"/>
    <w:rsid w:val="0058118F"/>
    <w:rsid w:val="0058339C"/>
    <w:rsid w:val="0058363F"/>
    <w:rsid w:val="00583823"/>
    <w:rsid w:val="00583BA0"/>
    <w:rsid w:val="00583C97"/>
    <w:rsid w:val="00584F3E"/>
    <w:rsid w:val="00585C43"/>
    <w:rsid w:val="0058636B"/>
    <w:rsid w:val="00586778"/>
    <w:rsid w:val="00586BB6"/>
    <w:rsid w:val="005872AC"/>
    <w:rsid w:val="00587FF2"/>
    <w:rsid w:val="00590C73"/>
    <w:rsid w:val="00590EB0"/>
    <w:rsid w:val="005922CD"/>
    <w:rsid w:val="00592A1A"/>
    <w:rsid w:val="00593227"/>
    <w:rsid w:val="00593A83"/>
    <w:rsid w:val="005953E2"/>
    <w:rsid w:val="00595747"/>
    <w:rsid w:val="0059596F"/>
    <w:rsid w:val="00595A7F"/>
    <w:rsid w:val="00595B70"/>
    <w:rsid w:val="00595F3D"/>
    <w:rsid w:val="00596D5B"/>
    <w:rsid w:val="00597102"/>
    <w:rsid w:val="00597922"/>
    <w:rsid w:val="00597FA3"/>
    <w:rsid w:val="005A0755"/>
    <w:rsid w:val="005A103F"/>
    <w:rsid w:val="005A14A3"/>
    <w:rsid w:val="005A15DD"/>
    <w:rsid w:val="005A17A5"/>
    <w:rsid w:val="005A1859"/>
    <w:rsid w:val="005A199E"/>
    <w:rsid w:val="005A1A08"/>
    <w:rsid w:val="005A1FB4"/>
    <w:rsid w:val="005A2201"/>
    <w:rsid w:val="005A26AF"/>
    <w:rsid w:val="005A2AAC"/>
    <w:rsid w:val="005A3256"/>
    <w:rsid w:val="005A428B"/>
    <w:rsid w:val="005A45E9"/>
    <w:rsid w:val="005A48AD"/>
    <w:rsid w:val="005A5046"/>
    <w:rsid w:val="005A52B3"/>
    <w:rsid w:val="005A5FCA"/>
    <w:rsid w:val="005A70B8"/>
    <w:rsid w:val="005B0274"/>
    <w:rsid w:val="005B0280"/>
    <w:rsid w:val="005B070A"/>
    <w:rsid w:val="005B0E6C"/>
    <w:rsid w:val="005B1ED4"/>
    <w:rsid w:val="005B3B17"/>
    <w:rsid w:val="005B4EFF"/>
    <w:rsid w:val="005B6CEC"/>
    <w:rsid w:val="005B780C"/>
    <w:rsid w:val="005B7920"/>
    <w:rsid w:val="005C02F3"/>
    <w:rsid w:val="005C0B30"/>
    <w:rsid w:val="005C1BF0"/>
    <w:rsid w:val="005C2BB6"/>
    <w:rsid w:val="005C2D21"/>
    <w:rsid w:val="005C333F"/>
    <w:rsid w:val="005C428B"/>
    <w:rsid w:val="005C42D9"/>
    <w:rsid w:val="005C4879"/>
    <w:rsid w:val="005C55C7"/>
    <w:rsid w:val="005C58EA"/>
    <w:rsid w:val="005C7AB3"/>
    <w:rsid w:val="005C7F5C"/>
    <w:rsid w:val="005C7F7C"/>
    <w:rsid w:val="005D153F"/>
    <w:rsid w:val="005D36D7"/>
    <w:rsid w:val="005D3A8E"/>
    <w:rsid w:val="005D5A3E"/>
    <w:rsid w:val="005D5CC5"/>
    <w:rsid w:val="005D7B1F"/>
    <w:rsid w:val="005E17AE"/>
    <w:rsid w:val="005E1AA0"/>
    <w:rsid w:val="005E25DC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0BD5"/>
    <w:rsid w:val="006024AC"/>
    <w:rsid w:val="00602C5D"/>
    <w:rsid w:val="0060331C"/>
    <w:rsid w:val="00603CCD"/>
    <w:rsid w:val="00604389"/>
    <w:rsid w:val="006046AA"/>
    <w:rsid w:val="00605DFC"/>
    <w:rsid w:val="006063F3"/>
    <w:rsid w:val="006069D0"/>
    <w:rsid w:val="00610B51"/>
    <w:rsid w:val="00612B51"/>
    <w:rsid w:val="00612D66"/>
    <w:rsid w:val="0061322F"/>
    <w:rsid w:val="00613664"/>
    <w:rsid w:val="006137C4"/>
    <w:rsid w:val="00613C48"/>
    <w:rsid w:val="00614300"/>
    <w:rsid w:val="00614DE2"/>
    <w:rsid w:val="00615647"/>
    <w:rsid w:val="00615BDE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A3D"/>
    <w:rsid w:val="00625C5A"/>
    <w:rsid w:val="00626D92"/>
    <w:rsid w:val="0063016E"/>
    <w:rsid w:val="006307B3"/>
    <w:rsid w:val="006312E5"/>
    <w:rsid w:val="006316B1"/>
    <w:rsid w:val="00631BDA"/>
    <w:rsid w:val="00631D2C"/>
    <w:rsid w:val="0063282F"/>
    <w:rsid w:val="00632849"/>
    <w:rsid w:val="00632A98"/>
    <w:rsid w:val="006334C2"/>
    <w:rsid w:val="00633B89"/>
    <w:rsid w:val="006346B1"/>
    <w:rsid w:val="006352F4"/>
    <w:rsid w:val="00635BF6"/>
    <w:rsid w:val="006365DE"/>
    <w:rsid w:val="006365E1"/>
    <w:rsid w:val="00636D1F"/>
    <w:rsid w:val="006400D6"/>
    <w:rsid w:val="00640337"/>
    <w:rsid w:val="0064096B"/>
    <w:rsid w:val="00640CD2"/>
    <w:rsid w:val="006437ED"/>
    <w:rsid w:val="00643CB2"/>
    <w:rsid w:val="006451E5"/>
    <w:rsid w:val="00646439"/>
    <w:rsid w:val="00647796"/>
    <w:rsid w:val="00647F1B"/>
    <w:rsid w:val="00651275"/>
    <w:rsid w:val="006514BD"/>
    <w:rsid w:val="00651B3D"/>
    <w:rsid w:val="00651D45"/>
    <w:rsid w:val="00652462"/>
    <w:rsid w:val="006524C5"/>
    <w:rsid w:val="00652C9F"/>
    <w:rsid w:val="00652D2B"/>
    <w:rsid w:val="0065376C"/>
    <w:rsid w:val="0065385B"/>
    <w:rsid w:val="00653971"/>
    <w:rsid w:val="0065461A"/>
    <w:rsid w:val="00654DBB"/>
    <w:rsid w:val="006554AD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5FA4"/>
    <w:rsid w:val="00666624"/>
    <w:rsid w:val="00666BCD"/>
    <w:rsid w:val="00666CD7"/>
    <w:rsid w:val="00666DC1"/>
    <w:rsid w:val="0067009D"/>
    <w:rsid w:val="00670DA3"/>
    <w:rsid w:val="0067147C"/>
    <w:rsid w:val="00671852"/>
    <w:rsid w:val="00672088"/>
    <w:rsid w:val="00673448"/>
    <w:rsid w:val="00673991"/>
    <w:rsid w:val="00673A51"/>
    <w:rsid w:val="00673AB7"/>
    <w:rsid w:val="00673BD1"/>
    <w:rsid w:val="00674223"/>
    <w:rsid w:val="006743E8"/>
    <w:rsid w:val="0067498F"/>
    <w:rsid w:val="00675AD2"/>
    <w:rsid w:val="00675F45"/>
    <w:rsid w:val="006765F7"/>
    <w:rsid w:val="006775DF"/>
    <w:rsid w:val="00677997"/>
    <w:rsid w:val="006801D6"/>
    <w:rsid w:val="0068089F"/>
    <w:rsid w:val="0068180D"/>
    <w:rsid w:val="00682705"/>
    <w:rsid w:val="0068298D"/>
    <w:rsid w:val="00683CCB"/>
    <w:rsid w:val="00683E1D"/>
    <w:rsid w:val="006859C6"/>
    <w:rsid w:val="00685A57"/>
    <w:rsid w:val="00686CC9"/>
    <w:rsid w:val="00687C0A"/>
    <w:rsid w:val="006914D0"/>
    <w:rsid w:val="0069272B"/>
    <w:rsid w:val="00692E77"/>
    <w:rsid w:val="006930DB"/>
    <w:rsid w:val="006939E8"/>
    <w:rsid w:val="006940D8"/>
    <w:rsid w:val="006943AD"/>
    <w:rsid w:val="00694F3F"/>
    <w:rsid w:val="006956B7"/>
    <w:rsid w:val="006957C4"/>
    <w:rsid w:val="0069581A"/>
    <w:rsid w:val="00695AF5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6F85"/>
    <w:rsid w:val="006A7123"/>
    <w:rsid w:val="006A742D"/>
    <w:rsid w:val="006B05B0"/>
    <w:rsid w:val="006B0DA4"/>
    <w:rsid w:val="006B0DB7"/>
    <w:rsid w:val="006B1819"/>
    <w:rsid w:val="006B1B58"/>
    <w:rsid w:val="006B1D5A"/>
    <w:rsid w:val="006B22F5"/>
    <w:rsid w:val="006B267F"/>
    <w:rsid w:val="006B300C"/>
    <w:rsid w:val="006B351C"/>
    <w:rsid w:val="006B3CA1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0478"/>
    <w:rsid w:val="006D1381"/>
    <w:rsid w:val="006D2570"/>
    <w:rsid w:val="006D281B"/>
    <w:rsid w:val="006D3066"/>
    <w:rsid w:val="006D3F49"/>
    <w:rsid w:val="006D5366"/>
    <w:rsid w:val="006D66BC"/>
    <w:rsid w:val="006D7297"/>
    <w:rsid w:val="006E07EE"/>
    <w:rsid w:val="006E09D5"/>
    <w:rsid w:val="006E1536"/>
    <w:rsid w:val="006E19F4"/>
    <w:rsid w:val="006E24CE"/>
    <w:rsid w:val="006E2CDA"/>
    <w:rsid w:val="006E38F5"/>
    <w:rsid w:val="006E3ADE"/>
    <w:rsid w:val="006E4898"/>
    <w:rsid w:val="006E4D0A"/>
    <w:rsid w:val="006E4DE0"/>
    <w:rsid w:val="006E6963"/>
    <w:rsid w:val="006E752C"/>
    <w:rsid w:val="006E7D8F"/>
    <w:rsid w:val="006E7FB7"/>
    <w:rsid w:val="006F01AB"/>
    <w:rsid w:val="006F0E8D"/>
    <w:rsid w:val="006F43AB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7B"/>
    <w:rsid w:val="007070BE"/>
    <w:rsid w:val="00707379"/>
    <w:rsid w:val="00710360"/>
    <w:rsid w:val="00710413"/>
    <w:rsid w:val="00710AE8"/>
    <w:rsid w:val="007116B8"/>
    <w:rsid w:val="007119EE"/>
    <w:rsid w:val="00711D82"/>
    <w:rsid w:val="0071356D"/>
    <w:rsid w:val="0071394B"/>
    <w:rsid w:val="007146EA"/>
    <w:rsid w:val="00714917"/>
    <w:rsid w:val="00714EE2"/>
    <w:rsid w:val="00714F18"/>
    <w:rsid w:val="00714F32"/>
    <w:rsid w:val="00715291"/>
    <w:rsid w:val="007154D7"/>
    <w:rsid w:val="0071583B"/>
    <w:rsid w:val="0071601F"/>
    <w:rsid w:val="00716B7B"/>
    <w:rsid w:val="0072045E"/>
    <w:rsid w:val="00720763"/>
    <w:rsid w:val="00721712"/>
    <w:rsid w:val="00721ED2"/>
    <w:rsid w:val="007240FE"/>
    <w:rsid w:val="0072471E"/>
    <w:rsid w:val="0072492F"/>
    <w:rsid w:val="00724969"/>
    <w:rsid w:val="00725503"/>
    <w:rsid w:val="007258D8"/>
    <w:rsid w:val="00725B27"/>
    <w:rsid w:val="00726378"/>
    <w:rsid w:val="00726878"/>
    <w:rsid w:val="00726DD9"/>
    <w:rsid w:val="00726FCC"/>
    <w:rsid w:val="00727EE2"/>
    <w:rsid w:val="007315EB"/>
    <w:rsid w:val="00731C88"/>
    <w:rsid w:val="00732A82"/>
    <w:rsid w:val="00732E35"/>
    <w:rsid w:val="00733EF0"/>
    <w:rsid w:val="007342DD"/>
    <w:rsid w:val="00734CCE"/>
    <w:rsid w:val="00734E86"/>
    <w:rsid w:val="007363C6"/>
    <w:rsid w:val="00736B60"/>
    <w:rsid w:val="00736CC8"/>
    <w:rsid w:val="007371BC"/>
    <w:rsid w:val="0073725B"/>
    <w:rsid w:val="007379F7"/>
    <w:rsid w:val="00737F1B"/>
    <w:rsid w:val="00740253"/>
    <w:rsid w:val="007404E8"/>
    <w:rsid w:val="00740A9A"/>
    <w:rsid w:val="00740C6F"/>
    <w:rsid w:val="00742AEA"/>
    <w:rsid w:val="0074301B"/>
    <w:rsid w:val="007438E4"/>
    <w:rsid w:val="00743B5D"/>
    <w:rsid w:val="00743D7B"/>
    <w:rsid w:val="00744DAB"/>
    <w:rsid w:val="00745A63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6B4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17B3"/>
    <w:rsid w:val="00763DAE"/>
    <w:rsid w:val="0076445C"/>
    <w:rsid w:val="00766706"/>
    <w:rsid w:val="00766C45"/>
    <w:rsid w:val="007679EF"/>
    <w:rsid w:val="007702E7"/>
    <w:rsid w:val="00770E72"/>
    <w:rsid w:val="00771C74"/>
    <w:rsid w:val="0077289C"/>
    <w:rsid w:val="00772CB7"/>
    <w:rsid w:val="00772EDF"/>
    <w:rsid w:val="00773EF7"/>
    <w:rsid w:val="007747A2"/>
    <w:rsid w:val="00776E59"/>
    <w:rsid w:val="00776F6F"/>
    <w:rsid w:val="00777392"/>
    <w:rsid w:val="00777740"/>
    <w:rsid w:val="0078075B"/>
    <w:rsid w:val="00780FC5"/>
    <w:rsid w:val="00781100"/>
    <w:rsid w:val="00781193"/>
    <w:rsid w:val="00781FD3"/>
    <w:rsid w:val="007821DA"/>
    <w:rsid w:val="007824D2"/>
    <w:rsid w:val="007831B8"/>
    <w:rsid w:val="00784736"/>
    <w:rsid w:val="00785054"/>
    <w:rsid w:val="00785087"/>
    <w:rsid w:val="007853A2"/>
    <w:rsid w:val="0078561E"/>
    <w:rsid w:val="00785CA3"/>
    <w:rsid w:val="00786803"/>
    <w:rsid w:val="00786AB9"/>
    <w:rsid w:val="00786C49"/>
    <w:rsid w:val="00787863"/>
    <w:rsid w:val="00787B06"/>
    <w:rsid w:val="00790957"/>
    <w:rsid w:val="00791EA0"/>
    <w:rsid w:val="00792E11"/>
    <w:rsid w:val="00793114"/>
    <w:rsid w:val="0079383C"/>
    <w:rsid w:val="007961CC"/>
    <w:rsid w:val="007964BB"/>
    <w:rsid w:val="007A020D"/>
    <w:rsid w:val="007A0DE8"/>
    <w:rsid w:val="007A17E3"/>
    <w:rsid w:val="007A216B"/>
    <w:rsid w:val="007A2BFC"/>
    <w:rsid w:val="007A41B4"/>
    <w:rsid w:val="007A503E"/>
    <w:rsid w:val="007A50B5"/>
    <w:rsid w:val="007A536D"/>
    <w:rsid w:val="007A543A"/>
    <w:rsid w:val="007A6A1B"/>
    <w:rsid w:val="007A6F74"/>
    <w:rsid w:val="007A7D6A"/>
    <w:rsid w:val="007B0237"/>
    <w:rsid w:val="007B072C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B79D7"/>
    <w:rsid w:val="007C09A7"/>
    <w:rsid w:val="007C14A7"/>
    <w:rsid w:val="007C1DFF"/>
    <w:rsid w:val="007C2948"/>
    <w:rsid w:val="007C3506"/>
    <w:rsid w:val="007C386A"/>
    <w:rsid w:val="007C3A01"/>
    <w:rsid w:val="007C3A1B"/>
    <w:rsid w:val="007C3E69"/>
    <w:rsid w:val="007C499A"/>
    <w:rsid w:val="007C5F3D"/>
    <w:rsid w:val="007C60EA"/>
    <w:rsid w:val="007C7A26"/>
    <w:rsid w:val="007D0EC7"/>
    <w:rsid w:val="007D1998"/>
    <w:rsid w:val="007D20C8"/>
    <w:rsid w:val="007D210C"/>
    <w:rsid w:val="007D2510"/>
    <w:rsid w:val="007D25C2"/>
    <w:rsid w:val="007D27CB"/>
    <w:rsid w:val="007D2CA4"/>
    <w:rsid w:val="007D2DD1"/>
    <w:rsid w:val="007D35C7"/>
    <w:rsid w:val="007D44E9"/>
    <w:rsid w:val="007D521E"/>
    <w:rsid w:val="007D565C"/>
    <w:rsid w:val="007D70AC"/>
    <w:rsid w:val="007D7171"/>
    <w:rsid w:val="007D7687"/>
    <w:rsid w:val="007D7DE9"/>
    <w:rsid w:val="007E1172"/>
    <w:rsid w:val="007E2453"/>
    <w:rsid w:val="007E24E8"/>
    <w:rsid w:val="007E2927"/>
    <w:rsid w:val="007E2F74"/>
    <w:rsid w:val="007E3535"/>
    <w:rsid w:val="007E39DD"/>
    <w:rsid w:val="007E3CF0"/>
    <w:rsid w:val="007E3E36"/>
    <w:rsid w:val="007E5083"/>
    <w:rsid w:val="007E5AA8"/>
    <w:rsid w:val="007E5AE3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6F24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91D"/>
    <w:rsid w:val="00811D58"/>
    <w:rsid w:val="00811DEB"/>
    <w:rsid w:val="00812054"/>
    <w:rsid w:val="00813219"/>
    <w:rsid w:val="00814D88"/>
    <w:rsid w:val="00814E3A"/>
    <w:rsid w:val="0081538F"/>
    <w:rsid w:val="0081561D"/>
    <w:rsid w:val="008159D0"/>
    <w:rsid w:val="00815F6A"/>
    <w:rsid w:val="008172C2"/>
    <w:rsid w:val="00817BAE"/>
    <w:rsid w:val="00820810"/>
    <w:rsid w:val="00820DFC"/>
    <w:rsid w:val="008210A0"/>
    <w:rsid w:val="0082127B"/>
    <w:rsid w:val="00821520"/>
    <w:rsid w:val="0082198C"/>
    <w:rsid w:val="00821D08"/>
    <w:rsid w:val="008224B0"/>
    <w:rsid w:val="008229D4"/>
    <w:rsid w:val="008236CF"/>
    <w:rsid w:val="008247EB"/>
    <w:rsid w:val="00824B6C"/>
    <w:rsid w:val="008253A9"/>
    <w:rsid w:val="008261FB"/>
    <w:rsid w:val="00826CE7"/>
    <w:rsid w:val="00826E90"/>
    <w:rsid w:val="008270C8"/>
    <w:rsid w:val="008278B6"/>
    <w:rsid w:val="008307E4"/>
    <w:rsid w:val="008308CC"/>
    <w:rsid w:val="008313F0"/>
    <w:rsid w:val="0083165E"/>
    <w:rsid w:val="00832C51"/>
    <w:rsid w:val="0083304C"/>
    <w:rsid w:val="00833DF3"/>
    <w:rsid w:val="00834019"/>
    <w:rsid w:val="0083484A"/>
    <w:rsid w:val="00835FD0"/>
    <w:rsid w:val="00836191"/>
    <w:rsid w:val="0083689E"/>
    <w:rsid w:val="008373C2"/>
    <w:rsid w:val="008411EC"/>
    <w:rsid w:val="00841D2B"/>
    <w:rsid w:val="00842938"/>
    <w:rsid w:val="0084308A"/>
    <w:rsid w:val="0084361F"/>
    <w:rsid w:val="00843761"/>
    <w:rsid w:val="00843D95"/>
    <w:rsid w:val="00843FDD"/>
    <w:rsid w:val="00844059"/>
    <w:rsid w:val="0084432E"/>
    <w:rsid w:val="00844A4D"/>
    <w:rsid w:val="00844CA9"/>
    <w:rsid w:val="00845115"/>
    <w:rsid w:val="0084539D"/>
    <w:rsid w:val="00845854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575E4"/>
    <w:rsid w:val="008575E5"/>
    <w:rsid w:val="00860A7F"/>
    <w:rsid w:val="0086245D"/>
    <w:rsid w:val="00862A06"/>
    <w:rsid w:val="00862EE7"/>
    <w:rsid w:val="008631ED"/>
    <w:rsid w:val="00863B6A"/>
    <w:rsid w:val="00865416"/>
    <w:rsid w:val="00865540"/>
    <w:rsid w:val="00865AA2"/>
    <w:rsid w:val="008666DA"/>
    <w:rsid w:val="0086718F"/>
    <w:rsid w:val="00867676"/>
    <w:rsid w:val="00870464"/>
    <w:rsid w:val="008704C8"/>
    <w:rsid w:val="0087057A"/>
    <w:rsid w:val="00872A8A"/>
    <w:rsid w:val="0087379F"/>
    <w:rsid w:val="008742F0"/>
    <w:rsid w:val="0087434E"/>
    <w:rsid w:val="0087531D"/>
    <w:rsid w:val="008761E8"/>
    <w:rsid w:val="00876937"/>
    <w:rsid w:val="00877E15"/>
    <w:rsid w:val="00882D5F"/>
    <w:rsid w:val="0088305B"/>
    <w:rsid w:val="00883CDE"/>
    <w:rsid w:val="00884374"/>
    <w:rsid w:val="008844D7"/>
    <w:rsid w:val="008844F8"/>
    <w:rsid w:val="00884CD1"/>
    <w:rsid w:val="00885DE0"/>
    <w:rsid w:val="008867B6"/>
    <w:rsid w:val="00887087"/>
    <w:rsid w:val="00887A73"/>
    <w:rsid w:val="00887DE9"/>
    <w:rsid w:val="00890B9B"/>
    <w:rsid w:val="00890BCD"/>
    <w:rsid w:val="00891974"/>
    <w:rsid w:val="008923DF"/>
    <w:rsid w:val="008945F2"/>
    <w:rsid w:val="00894A1D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0E91"/>
    <w:rsid w:val="008B1E41"/>
    <w:rsid w:val="008B1FC0"/>
    <w:rsid w:val="008B253F"/>
    <w:rsid w:val="008B3B01"/>
    <w:rsid w:val="008B425B"/>
    <w:rsid w:val="008B454E"/>
    <w:rsid w:val="008B5F75"/>
    <w:rsid w:val="008B60E3"/>
    <w:rsid w:val="008B68A4"/>
    <w:rsid w:val="008B7587"/>
    <w:rsid w:val="008B7C87"/>
    <w:rsid w:val="008B7F19"/>
    <w:rsid w:val="008C0A7C"/>
    <w:rsid w:val="008C0EEE"/>
    <w:rsid w:val="008C1393"/>
    <w:rsid w:val="008C1F36"/>
    <w:rsid w:val="008C361F"/>
    <w:rsid w:val="008C4089"/>
    <w:rsid w:val="008C5103"/>
    <w:rsid w:val="008C5D10"/>
    <w:rsid w:val="008C60CD"/>
    <w:rsid w:val="008C6E8E"/>
    <w:rsid w:val="008C6FF0"/>
    <w:rsid w:val="008C76FE"/>
    <w:rsid w:val="008D045D"/>
    <w:rsid w:val="008D04A1"/>
    <w:rsid w:val="008D0AE5"/>
    <w:rsid w:val="008D131D"/>
    <w:rsid w:val="008D1508"/>
    <w:rsid w:val="008D1C3D"/>
    <w:rsid w:val="008D3DEB"/>
    <w:rsid w:val="008D6E71"/>
    <w:rsid w:val="008D7A7C"/>
    <w:rsid w:val="008D7D35"/>
    <w:rsid w:val="008E02CC"/>
    <w:rsid w:val="008E0C99"/>
    <w:rsid w:val="008E0CFA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4389"/>
    <w:rsid w:val="008F4FB7"/>
    <w:rsid w:val="008F561F"/>
    <w:rsid w:val="008F6E14"/>
    <w:rsid w:val="008F6F65"/>
    <w:rsid w:val="00900894"/>
    <w:rsid w:val="00901628"/>
    <w:rsid w:val="00901ABD"/>
    <w:rsid w:val="00901C99"/>
    <w:rsid w:val="00902157"/>
    <w:rsid w:val="009022D8"/>
    <w:rsid w:val="009027A1"/>
    <w:rsid w:val="0090392E"/>
    <w:rsid w:val="009054E2"/>
    <w:rsid w:val="00905F6F"/>
    <w:rsid w:val="009064EF"/>
    <w:rsid w:val="00907F87"/>
    <w:rsid w:val="00907FF4"/>
    <w:rsid w:val="009105B9"/>
    <w:rsid w:val="00910FFF"/>
    <w:rsid w:val="00912712"/>
    <w:rsid w:val="00913B10"/>
    <w:rsid w:val="0091494D"/>
    <w:rsid w:val="00914BC9"/>
    <w:rsid w:val="00914BCF"/>
    <w:rsid w:val="00914DF0"/>
    <w:rsid w:val="0091696B"/>
    <w:rsid w:val="00916BFF"/>
    <w:rsid w:val="00917005"/>
    <w:rsid w:val="0091765D"/>
    <w:rsid w:val="00921553"/>
    <w:rsid w:val="00922510"/>
    <w:rsid w:val="0092281E"/>
    <w:rsid w:val="00922EE0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93B"/>
    <w:rsid w:val="00934F2C"/>
    <w:rsid w:val="00936966"/>
    <w:rsid w:val="00940D1E"/>
    <w:rsid w:val="0094136B"/>
    <w:rsid w:val="00941548"/>
    <w:rsid w:val="00941851"/>
    <w:rsid w:val="00942AD1"/>
    <w:rsid w:val="00942B8E"/>
    <w:rsid w:val="009439FD"/>
    <w:rsid w:val="00945D56"/>
    <w:rsid w:val="009465CE"/>
    <w:rsid w:val="009469F7"/>
    <w:rsid w:val="00946AFB"/>
    <w:rsid w:val="00946E43"/>
    <w:rsid w:val="009472EA"/>
    <w:rsid w:val="009500F7"/>
    <w:rsid w:val="00950A71"/>
    <w:rsid w:val="009519AB"/>
    <w:rsid w:val="0095269F"/>
    <w:rsid w:val="00953094"/>
    <w:rsid w:val="009536C6"/>
    <w:rsid w:val="00953F3E"/>
    <w:rsid w:val="009558DE"/>
    <w:rsid w:val="009566D2"/>
    <w:rsid w:val="00956DB0"/>
    <w:rsid w:val="00957109"/>
    <w:rsid w:val="00960123"/>
    <w:rsid w:val="00960254"/>
    <w:rsid w:val="00960402"/>
    <w:rsid w:val="0096059A"/>
    <w:rsid w:val="00961AED"/>
    <w:rsid w:val="009624B9"/>
    <w:rsid w:val="00965118"/>
    <w:rsid w:val="00965E33"/>
    <w:rsid w:val="00967372"/>
    <w:rsid w:val="009679C1"/>
    <w:rsid w:val="00967F76"/>
    <w:rsid w:val="0097008F"/>
    <w:rsid w:val="00970097"/>
    <w:rsid w:val="00971652"/>
    <w:rsid w:val="00971AB9"/>
    <w:rsid w:val="0097467A"/>
    <w:rsid w:val="00975B08"/>
    <w:rsid w:val="009761D8"/>
    <w:rsid w:val="00976335"/>
    <w:rsid w:val="0097738C"/>
    <w:rsid w:val="009774F7"/>
    <w:rsid w:val="0098105C"/>
    <w:rsid w:val="0098197C"/>
    <w:rsid w:val="00981F5F"/>
    <w:rsid w:val="00982284"/>
    <w:rsid w:val="009822C9"/>
    <w:rsid w:val="00983E53"/>
    <w:rsid w:val="00983F46"/>
    <w:rsid w:val="00984427"/>
    <w:rsid w:val="00984C78"/>
    <w:rsid w:val="00985230"/>
    <w:rsid w:val="0098526C"/>
    <w:rsid w:val="009852E8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675"/>
    <w:rsid w:val="00995B51"/>
    <w:rsid w:val="00995CB5"/>
    <w:rsid w:val="0099604A"/>
    <w:rsid w:val="0099615A"/>
    <w:rsid w:val="009965D9"/>
    <w:rsid w:val="00996844"/>
    <w:rsid w:val="00997356"/>
    <w:rsid w:val="00997A6A"/>
    <w:rsid w:val="009A01C2"/>
    <w:rsid w:val="009A035A"/>
    <w:rsid w:val="009A048B"/>
    <w:rsid w:val="009A0D3E"/>
    <w:rsid w:val="009A198D"/>
    <w:rsid w:val="009A1E8E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A578B"/>
    <w:rsid w:val="009B0568"/>
    <w:rsid w:val="009B1979"/>
    <w:rsid w:val="009B22DD"/>
    <w:rsid w:val="009B2A0F"/>
    <w:rsid w:val="009B2DFC"/>
    <w:rsid w:val="009B2EC1"/>
    <w:rsid w:val="009B316C"/>
    <w:rsid w:val="009B3828"/>
    <w:rsid w:val="009B3AA0"/>
    <w:rsid w:val="009B4017"/>
    <w:rsid w:val="009B4BCF"/>
    <w:rsid w:val="009B4DB4"/>
    <w:rsid w:val="009B70F0"/>
    <w:rsid w:val="009B7114"/>
    <w:rsid w:val="009B759A"/>
    <w:rsid w:val="009C0CC1"/>
    <w:rsid w:val="009C0D0E"/>
    <w:rsid w:val="009C0D0F"/>
    <w:rsid w:val="009C1169"/>
    <w:rsid w:val="009C1926"/>
    <w:rsid w:val="009C1E01"/>
    <w:rsid w:val="009C253C"/>
    <w:rsid w:val="009C3F40"/>
    <w:rsid w:val="009C4832"/>
    <w:rsid w:val="009C4EEE"/>
    <w:rsid w:val="009C69E2"/>
    <w:rsid w:val="009C6D03"/>
    <w:rsid w:val="009C71B7"/>
    <w:rsid w:val="009C7BC6"/>
    <w:rsid w:val="009C7E23"/>
    <w:rsid w:val="009D0AB2"/>
    <w:rsid w:val="009D10E6"/>
    <w:rsid w:val="009D13DD"/>
    <w:rsid w:val="009D1972"/>
    <w:rsid w:val="009D2B4C"/>
    <w:rsid w:val="009D2BA5"/>
    <w:rsid w:val="009D3163"/>
    <w:rsid w:val="009D4A1D"/>
    <w:rsid w:val="009D4A60"/>
    <w:rsid w:val="009D4A7C"/>
    <w:rsid w:val="009D4E08"/>
    <w:rsid w:val="009D4E6F"/>
    <w:rsid w:val="009D50B6"/>
    <w:rsid w:val="009D5123"/>
    <w:rsid w:val="009D5E2B"/>
    <w:rsid w:val="009E009D"/>
    <w:rsid w:val="009E0B17"/>
    <w:rsid w:val="009E1410"/>
    <w:rsid w:val="009E1C70"/>
    <w:rsid w:val="009E1DE3"/>
    <w:rsid w:val="009E263A"/>
    <w:rsid w:val="009E3BC5"/>
    <w:rsid w:val="009E4835"/>
    <w:rsid w:val="009E5AAC"/>
    <w:rsid w:val="009E5B1B"/>
    <w:rsid w:val="009E5FA5"/>
    <w:rsid w:val="009E64EB"/>
    <w:rsid w:val="009E77D2"/>
    <w:rsid w:val="009F02E3"/>
    <w:rsid w:val="009F1623"/>
    <w:rsid w:val="009F2090"/>
    <w:rsid w:val="009F2483"/>
    <w:rsid w:val="009F24C2"/>
    <w:rsid w:val="009F273F"/>
    <w:rsid w:val="009F3B75"/>
    <w:rsid w:val="009F3E3E"/>
    <w:rsid w:val="009F4B6B"/>
    <w:rsid w:val="009F534F"/>
    <w:rsid w:val="009F562F"/>
    <w:rsid w:val="009F5C0E"/>
    <w:rsid w:val="009F5C12"/>
    <w:rsid w:val="009F670C"/>
    <w:rsid w:val="009F6850"/>
    <w:rsid w:val="009F6C4B"/>
    <w:rsid w:val="009F7C64"/>
    <w:rsid w:val="00A01232"/>
    <w:rsid w:val="00A01974"/>
    <w:rsid w:val="00A03458"/>
    <w:rsid w:val="00A034F4"/>
    <w:rsid w:val="00A03CDB"/>
    <w:rsid w:val="00A043B4"/>
    <w:rsid w:val="00A04458"/>
    <w:rsid w:val="00A046C1"/>
    <w:rsid w:val="00A04AB7"/>
    <w:rsid w:val="00A04BAF"/>
    <w:rsid w:val="00A04E68"/>
    <w:rsid w:val="00A0512B"/>
    <w:rsid w:val="00A05147"/>
    <w:rsid w:val="00A05B85"/>
    <w:rsid w:val="00A05EB5"/>
    <w:rsid w:val="00A06BF6"/>
    <w:rsid w:val="00A06DED"/>
    <w:rsid w:val="00A06E9B"/>
    <w:rsid w:val="00A06FF0"/>
    <w:rsid w:val="00A10AFE"/>
    <w:rsid w:val="00A10F32"/>
    <w:rsid w:val="00A10F40"/>
    <w:rsid w:val="00A10F70"/>
    <w:rsid w:val="00A112BA"/>
    <w:rsid w:val="00A11616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1747E"/>
    <w:rsid w:val="00A210C9"/>
    <w:rsid w:val="00A2133B"/>
    <w:rsid w:val="00A214B4"/>
    <w:rsid w:val="00A21FBB"/>
    <w:rsid w:val="00A2223F"/>
    <w:rsid w:val="00A225B6"/>
    <w:rsid w:val="00A2294C"/>
    <w:rsid w:val="00A23F0F"/>
    <w:rsid w:val="00A242D5"/>
    <w:rsid w:val="00A24528"/>
    <w:rsid w:val="00A24716"/>
    <w:rsid w:val="00A25B3C"/>
    <w:rsid w:val="00A25C22"/>
    <w:rsid w:val="00A2646C"/>
    <w:rsid w:val="00A267E2"/>
    <w:rsid w:val="00A26CDF"/>
    <w:rsid w:val="00A2728D"/>
    <w:rsid w:val="00A27564"/>
    <w:rsid w:val="00A31734"/>
    <w:rsid w:val="00A3276A"/>
    <w:rsid w:val="00A32CE7"/>
    <w:rsid w:val="00A32F43"/>
    <w:rsid w:val="00A331EC"/>
    <w:rsid w:val="00A33AE6"/>
    <w:rsid w:val="00A33B8D"/>
    <w:rsid w:val="00A3420E"/>
    <w:rsid w:val="00A34FA3"/>
    <w:rsid w:val="00A355D7"/>
    <w:rsid w:val="00A35B26"/>
    <w:rsid w:val="00A35F43"/>
    <w:rsid w:val="00A3604F"/>
    <w:rsid w:val="00A361F4"/>
    <w:rsid w:val="00A3684D"/>
    <w:rsid w:val="00A36D76"/>
    <w:rsid w:val="00A371E1"/>
    <w:rsid w:val="00A372F7"/>
    <w:rsid w:val="00A37485"/>
    <w:rsid w:val="00A374B5"/>
    <w:rsid w:val="00A37795"/>
    <w:rsid w:val="00A37AD6"/>
    <w:rsid w:val="00A410E0"/>
    <w:rsid w:val="00A41EF0"/>
    <w:rsid w:val="00A42604"/>
    <w:rsid w:val="00A426AA"/>
    <w:rsid w:val="00A42A22"/>
    <w:rsid w:val="00A42DE2"/>
    <w:rsid w:val="00A4358A"/>
    <w:rsid w:val="00A43792"/>
    <w:rsid w:val="00A43D88"/>
    <w:rsid w:val="00A44500"/>
    <w:rsid w:val="00A44E24"/>
    <w:rsid w:val="00A463D8"/>
    <w:rsid w:val="00A468B7"/>
    <w:rsid w:val="00A46DB3"/>
    <w:rsid w:val="00A47EAD"/>
    <w:rsid w:val="00A5043F"/>
    <w:rsid w:val="00A51E8C"/>
    <w:rsid w:val="00A53CF4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56D"/>
    <w:rsid w:val="00A82AC3"/>
    <w:rsid w:val="00A832AB"/>
    <w:rsid w:val="00A8375C"/>
    <w:rsid w:val="00A8385C"/>
    <w:rsid w:val="00A8397A"/>
    <w:rsid w:val="00A85A49"/>
    <w:rsid w:val="00A85E15"/>
    <w:rsid w:val="00A8606C"/>
    <w:rsid w:val="00A86D78"/>
    <w:rsid w:val="00A87395"/>
    <w:rsid w:val="00A8765C"/>
    <w:rsid w:val="00A87CA4"/>
    <w:rsid w:val="00A910B6"/>
    <w:rsid w:val="00A911BC"/>
    <w:rsid w:val="00A92490"/>
    <w:rsid w:val="00A9279C"/>
    <w:rsid w:val="00A92F43"/>
    <w:rsid w:val="00A93418"/>
    <w:rsid w:val="00A935E6"/>
    <w:rsid w:val="00A93C35"/>
    <w:rsid w:val="00A942D8"/>
    <w:rsid w:val="00A94905"/>
    <w:rsid w:val="00A94B3B"/>
    <w:rsid w:val="00A94B75"/>
    <w:rsid w:val="00A94F8F"/>
    <w:rsid w:val="00A9551A"/>
    <w:rsid w:val="00A95F84"/>
    <w:rsid w:val="00A96757"/>
    <w:rsid w:val="00A967CA"/>
    <w:rsid w:val="00A96B3A"/>
    <w:rsid w:val="00A97B23"/>
    <w:rsid w:val="00AA0939"/>
    <w:rsid w:val="00AA1511"/>
    <w:rsid w:val="00AA1B4A"/>
    <w:rsid w:val="00AA1F46"/>
    <w:rsid w:val="00AA21AF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AE5"/>
    <w:rsid w:val="00AB5C42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3FF3"/>
    <w:rsid w:val="00AC4EF3"/>
    <w:rsid w:val="00AC513A"/>
    <w:rsid w:val="00AC6AB0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3825"/>
    <w:rsid w:val="00AD4C53"/>
    <w:rsid w:val="00AD5880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5882"/>
    <w:rsid w:val="00AE6F14"/>
    <w:rsid w:val="00AE730B"/>
    <w:rsid w:val="00AE7ED7"/>
    <w:rsid w:val="00AF04AA"/>
    <w:rsid w:val="00AF0F78"/>
    <w:rsid w:val="00AF1B0D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8D4"/>
    <w:rsid w:val="00B00A02"/>
    <w:rsid w:val="00B01A61"/>
    <w:rsid w:val="00B01AF0"/>
    <w:rsid w:val="00B01DED"/>
    <w:rsid w:val="00B02395"/>
    <w:rsid w:val="00B028D8"/>
    <w:rsid w:val="00B02F57"/>
    <w:rsid w:val="00B0315C"/>
    <w:rsid w:val="00B03819"/>
    <w:rsid w:val="00B03F70"/>
    <w:rsid w:val="00B04458"/>
    <w:rsid w:val="00B04879"/>
    <w:rsid w:val="00B051FF"/>
    <w:rsid w:val="00B05756"/>
    <w:rsid w:val="00B058EE"/>
    <w:rsid w:val="00B058F9"/>
    <w:rsid w:val="00B06288"/>
    <w:rsid w:val="00B06EC9"/>
    <w:rsid w:val="00B06FB0"/>
    <w:rsid w:val="00B076D9"/>
    <w:rsid w:val="00B10849"/>
    <w:rsid w:val="00B10BA5"/>
    <w:rsid w:val="00B11707"/>
    <w:rsid w:val="00B1294E"/>
    <w:rsid w:val="00B13E12"/>
    <w:rsid w:val="00B14095"/>
    <w:rsid w:val="00B14519"/>
    <w:rsid w:val="00B1476A"/>
    <w:rsid w:val="00B15F2C"/>
    <w:rsid w:val="00B1765F"/>
    <w:rsid w:val="00B17DCD"/>
    <w:rsid w:val="00B17F2A"/>
    <w:rsid w:val="00B20BA8"/>
    <w:rsid w:val="00B211A8"/>
    <w:rsid w:val="00B234E8"/>
    <w:rsid w:val="00B238B5"/>
    <w:rsid w:val="00B23910"/>
    <w:rsid w:val="00B2413C"/>
    <w:rsid w:val="00B24F8B"/>
    <w:rsid w:val="00B25673"/>
    <w:rsid w:val="00B25846"/>
    <w:rsid w:val="00B27EB4"/>
    <w:rsid w:val="00B310BA"/>
    <w:rsid w:val="00B317B6"/>
    <w:rsid w:val="00B31872"/>
    <w:rsid w:val="00B318D5"/>
    <w:rsid w:val="00B31ED8"/>
    <w:rsid w:val="00B33C5E"/>
    <w:rsid w:val="00B3584D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1C4"/>
    <w:rsid w:val="00B453C8"/>
    <w:rsid w:val="00B456A3"/>
    <w:rsid w:val="00B458DC"/>
    <w:rsid w:val="00B46CF3"/>
    <w:rsid w:val="00B50B74"/>
    <w:rsid w:val="00B51B8A"/>
    <w:rsid w:val="00B52488"/>
    <w:rsid w:val="00B534F3"/>
    <w:rsid w:val="00B53DE1"/>
    <w:rsid w:val="00B53E47"/>
    <w:rsid w:val="00B53EF8"/>
    <w:rsid w:val="00B5455F"/>
    <w:rsid w:val="00B54A19"/>
    <w:rsid w:val="00B54BD1"/>
    <w:rsid w:val="00B563C5"/>
    <w:rsid w:val="00B5719B"/>
    <w:rsid w:val="00B575B8"/>
    <w:rsid w:val="00B60087"/>
    <w:rsid w:val="00B60544"/>
    <w:rsid w:val="00B606CB"/>
    <w:rsid w:val="00B62E4B"/>
    <w:rsid w:val="00B64F4D"/>
    <w:rsid w:val="00B6557A"/>
    <w:rsid w:val="00B6676A"/>
    <w:rsid w:val="00B701D7"/>
    <w:rsid w:val="00B702B0"/>
    <w:rsid w:val="00B7102A"/>
    <w:rsid w:val="00B72190"/>
    <w:rsid w:val="00B7321A"/>
    <w:rsid w:val="00B7483A"/>
    <w:rsid w:val="00B756CF"/>
    <w:rsid w:val="00B80FED"/>
    <w:rsid w:val="00B81389"/>
    <w:rsid w:val="00B81EDB"/>
    <w:rsid w:val="00B82EA3"/>
    <w:rsid w:val="00B83155"/>
    <w:rsid w:val="00B83346"/>
    <w:rsid w:val="00B839AB"/>
    <w:rsid w:val="00B83CFD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0CB6"/>
    <w:rsid w:val="00B9261E"/>
    <w:rsid w:val="00B92872"/>
    <w:rsid w:val="00B93142"/>
    <w:rsid w:val="00B9337B"/>
    <w:rsid w:val="00B934CD"/>
    <w:rsid w:val="00B938E2"/>
    <w:rsid w:val="00B93D7A"/>
    <w:rsid w:val="00B94026"/>
    <w:rsid w:val="00B954E5"/>
    <w:rsid w:val="00B95846"/>
    <w:rsid w:val="00B95C83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4D19"/>
    <w:rsid w:val="00BA555E"/>
    <w:rsid w:val="00BA72DC"/>
    <w:rsid w:val="00BA7C21"/>
    <w:rsid w:val="00BA7EBE"/>
    <w:rsid w:val="00BB05C8"/>
    <w:rsid w:val="00BB0927"/>
    <w:rsid w:val="00BB0DA1"/>
    <w:rsid w:val="00BB154D"/>
    <w:rsid w:val="00BB2810"/>
    <w:rsid w:val="00BB33D0"/>
    <w:rsid w:val="00BB4709"/>
    <w:rsid w:val="00BB4E6B"/>
    <w:rsid w:val="00BB638E"/>
    <w:rsid w:val="00BB73C2"/>
    <w:rsid w:val="00BC2736"/>
    <w:rsid w:val="00BC2C50"/>
    <w:rsid w:val="00BC39E5"/>
    <w:rsid w:val="00BC3A16"/>
    <w:rsid w:val="00BC3B3B"/>
    <w:rsid w:val="00BC3C2C"/>
    <w:rsid w:val="00BC5C0E"/>
    <w:rsid w:val="00BC604E"/>
    <w:rsid w:val="00BC60D5"/>
    <w:rsid w:val="00BC6A57"/>
    <w:rsid w:val="00BC6C84"/>
    <w:rsid w:val="00BC6D40"/>
    <w:rsid w:val="00BD0BB3"/>
    <w:rsid w:val="00BD0BD0"/>
    <w:rsid w:val="00BD150B"/>
    <w:rsid w:val="00BD1590"/>
    <w:rsid w:val="00BD1FF2"/>
    <w:rsid w:val="00BD3504"/>
    <w:rsid w:val="00BD3F23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4F2C"/>
    <w:rsid w:val="00BE5C2C"/>
    <w:rsid w:val="00BE6292"/>
    <w:rsid w:val="00BE6668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283C"/>
    <w:rsid w:val="00BF4158"/>
    <w:rsid w:val="00BF45A6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07A8D"/>
    <w:rsid w:val="00C1115E"/>
    <w:rsid w:val="00C11325"/>
    <w:rsid w:val="00C11342"/>
    <w:rsid w:val="00C118FA"/>
    <w:rsid w:val="00C12695"/>
    <w:rsid w:val="00C12842"/>
    <w:rsid w:val="00C12C82"/>
    <w:rsid w:val="00C15203"/>
    <w:rsid w:val="00C15968"/>
    <w:rsid w:val="00C15B61"/>
    <w:rsid w:val="00C15D1C"/>
    <w:rsid w:val="00C16020"/>
    <w:rsid w:val="00C16798"/>
    <w:rsid w:val="00C16DA6"/>
    <w:rsid w:val="00C21E5F"/>
    <w:rsid w:val="00C25780"/>
    <w:rsid w:val="00C26255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46547"/>
    <w:rsid w:val="00C46D68"/>
    <w:rsid w:val="00C511D2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264"/>
    <w:rsid w:val="00C56855"/>
    <w:rsid w:val="00C6025C"/>
    <w:rsid w:val="00C6182F"/>
    <w:rsid w:val="00C61ABA"/>
    <w:rsid w:val="00C62AF9"/>
    <w:rsid w:val="00C6300F"/>
    <w:rsid w:val="00C631A2"/>
    <w:rsid w:val="00C63658"/>
    <w:rsid w:val="00C63B5B"/>
    <w:rsid w:val="00C64939"/>
    <w:rsid w:val="00C65419"/>
    <w:rsid w:val="00C65783"/>
    <w:rsid w:val="00C65D71"/>
    <w:rsid w:val="00C6733E"/>
    <w:rsid w:val="00C7054E"/>
    <w:rsid w:val="00C7072D"/>
    <w:rsid w:val="00C7077C"/>
    <w:rsid w:val="00C708CE"/>
    <w:rsid w:val="00C71C1E"/>
    <w:rsid w:val="00C71EA5"/>
    <w:rsid w:val="00C7233F"/>
    <w:rsid w:val="00C72975"/>
    <w:rsid w:val="00C72DDA"/>
    <w:rsid w:val="00C74469"/>
    <w:rsid w:val="00C750F1"/>
    <w:rsid w:val="00C7561C"/>
    <w:rsid w:val="00C76199"/>
    <w:rsid w:val="00C77785"/>
    <w:rsid w:val="00C800BB"/>
    <w:rsid w:val="00C80709"/>
    <w:rsid w:val="00C819F7"/>
    <w:rsid w:val="00C81D2A"/>
    <w:rsid w:val="00C81E85"/>
    <w:rsid w:val="00C8302B"/>
    <w:rsid w:val="00C83061"/>
    <w:rsid w:val="00C836FA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87FAA"/>
    <w:rsid w:val="00C901DC"/>
    <w:rsid w:val="00C90C39"/>
    <w:rsid w:val="00C917D5"/>
    <w:rsid w:val="00C91C92"/>
    <w:rsid w:val="00C91E01"/>
    <w:rsid w:val="00C92518"/>
    <w:rsid w:val="00C9254B"/>
    <w:rsid w:val="00C928F5"/>
    <w:rsid w:val="00C92D58"/>
    <w:rsid w:val="00C93272"/>
    <w:rsid w:val="00C9329D"/>
    <w:rsid w:val="00C93A09"/>
    <w:rsid w:val="00C93D58"/>
    <w:rsid w:val="00C94EB4"/>
    <w:rsid w:val="00C952DA"/>
    <w:rsid w:val="00C9591E"/>
    <w:rsid w:val="00C95EFC"/>
    <w:rsid w:val="00C96654"/>
    <w:rsid w:val="00CA054C"/>
    <w:rsid w:val="00CA0749"/>
    <w:rsid w:val="00CA0813"/>
    <w:rsid w:val="00CA166D"/>
    <w:rsid w:val="00CA30B6"/>
    <w:rsid w:val="00CA3185"/>
    <w:rsid w:val="00CA3713"/>
    <w:rsid w:val="00CA40BA"/>
    <w:rsid w:val="00CA41B5"/>
    <w:rsid w:val="00CA428A"/>
    <w:rsid w:val="00CA4670"/>
    <w:rsid w:val="00CA4774"/>
    <w:rsid w:val="00CA4C3C"/>
    <w:rsid w:val="00CA55B2"/>
    <w:rsid w:val="00CA5A43"/>
    <w:rsid w:val="00CA6843"/>
    <w:rsid w:val="00CA71AA"/>
    <w:rsid w:val="00CA797F"/>
    <w:rsid w:val="00CA7B36"/>
    <w:rsid w:val="00CA7DC4"/>
    <w:rsid w:val="00CA7E8F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F26"/>
    <w:rsid w:val="00CC1EA4"/>
    <w:rsid w:val="00CC2188"/>
    <w:rsid w:val="00CC2B50"/>
    <w:rsid w:val="00CC3571"/>
    <w:rsid w:val="00CC3B96"/>
    <w:rsid w:val="00CC4A87"/>
    <w:rsid w:val="00CC5813"/>
    <w:rsid w:val="00CC71B2"/>
    <w:rsid w:val="00CC7316"/>
    <w:rsid w:val="00CC7677"/>
    <w:rsid w:val="00CD0E06"/>
    <w:rsid w:val="00CD1CD3"/>
    <w:rsid w:val="00CD1E90"/>
    <w:rsid w:val="00CD2249"/>
    <w:rsid w:val="00CD24EC"/>
    <w:rsid w:val="00CD35F1"/>
    <w:rsid w:val="00CD3E02"/>
    <w:rsid w:val="00CD4013"/>
    <w:rsid w:val="00CD4171"/>
    <w:rsid w:val="00CD46FE"/>
    <w:rsid w:val="00CD51B1"/>
    <w:rsid w:val="00CD56F1"/>
    <w:rsid w:val="00CD6552"/>
    <w:rsid w:val="00CD6C83"/>
    <w:rsid w:val="00CE03B9"/>
    <w:rsid w:val="00CE0BAC"/>
    <w:rsid w:val="00CE4801"/>
    <w:rsid w:val="00CE484E"/>
    <w:rsid w:val="00CE4BC8"/>
    <w:rsid w:val="00CE5ABD"/>
    <w:rsid w:val="00CE6F57"/>
    <w:rsid w:val="00CE7745"/>
    <w:rsid w:val="00CE7A4D"/>
    <w:rsid w:val="00CF1372"/>
    <w:rsid w:val="00CF1452"/>
    <w:rsid w:val="00CF182D"/>
    <w:rsid w:val="00CF1ECD"/>
    <w:rsid w:val="00CF2672"/>
    <w:rsid w:val="00CF28EA"/>
    <w:rsid w:val="00CF2E8C"/>
    <w:rsid w:val="00CF3FDE"/>
    <w:rsid w:val="00CF478A"/>
    <w:rsid w:val="00CF4A43"/>
    <w:rsid w:val="00CF4D71"/>
    <w:rsid w:val="00CF5102"/>
    <w:rsid w:val="00CF65B7"/>
    <w:rsid w:val="00CF6E1B"/>
    <w:rsid w:val="00CF7839"/>
    <w:rsid w:val="00CF7AE6"/>
    <w:rsid w:val="00CF7B63"/>
    <w:rsid w:val="00CF7E0C"/>
    <w:rsid w:val="00D02104"/>
    <w:rsid w:val="00D02191"/>
    <w:rsid w:val="00D027CA"/>
    <w:rsid w:val="00D028E8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2C1F"/>
    <w:rsid w:val="00D132C1"/>
    <w:rsid w:val="00D14D50"/>
    <w:rsid w:val="00D15C70"/>
    <w:rsid w:val="00D16E4D"/>
    <w:rsid w:val="00D20D9C"/>
    <w:rsid w:val="00D22D0B"/>
    <w:rsid w:val="00D232B8"/>
    <w:rsid w:val="00D23BEE"/>
    <w:rsid w:val="00D23D1C"/>
    <w:rsid w:val="00D23F5D"/>
    <w:rsid w:val="00D25C51"/>
    <w:rsid w:val="00D27373"/>
    <w:rsid w:val="00D27837"/>
    <w:rsid w:val="00D27B4A"/>
    <w:rsid w:val="00D3055D"/>
    <w:rsid w:val="00D3062A"/>
    <w:rsid w:val="00D309A2"/>
    <w:rsid w:val="00D31494"/>
    <w:rsid w:val="00D31802"/>
    <w:rsid w:val="00D323A1"/>
    <w:rsid w:val="00D32B10"/>
    <w:rsid w:val="00D32BF5"/>
    <w:rsid w:val="00D338F3"/>
    <w:rsid w:val="00D33DC1"/>
    <w:rsid w:val="00D36859"/>
    <w:rsid w:val="00D37465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6FD"/>
    <w:rsid w:val="00D60A4E"/>
    <w:rsid w:val="00D612C0"/>
    <w:rsid w:val="00D61A92"/>
    <w:rsid w:val="00D61D32"/>
    <w:rsid w:val="00D62242"/>
    <w:rsid w:val="00D626C5"/>
    <w:rsid w:val="00D63BF0"/>
    <w:rsid w:val="00D652F0"/>
    <w:rsid w:val="00D655E0"/>
    <w:rsid w:val="00D65647"/>
    <w:rsid w:val="00D659DB"/>
    <w:rsid w:val="00D65C3B"/>
    <w:rsid w:val="00D66266"/>
    <w:rsid w:val="00D66379"/>
    <w:rsid w:val="00D663B4"/>
    <w:rsid w:val="00D66CE2"/>
    <w:rsid w:val="00D67371"/>
    <w:rsid w:val="00D677F2"/>
    <w:rsid w:val="00D67F7C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25D9"/>
    <w:rsid w:val="00D943D2"/>
    <w:rsid w:val="00D946E7"/>
    <w:rsid w:val="00D948BB"/>
    <w:rsid w:val="00D94B4A"/>
    <w:rsid w:val="00D953FD"/>
    <w:rsid w:val="00D95435"/>
    <w:rsid w:val="00D95A33"/>
    <w:rsid w:val="00DA0829"/>
    <w:rsid w:val="00DA0C34"/>
    <w:rsid w:val="00DA1207"/>
    <w:rsid w:val="00DA18D0"/>
    <w:rsid w:val="00DA2410"/>
    <w:rsid w:val="00DA29EB"/>
    <w:rsid w:val="00DA2EB1"/>
    <w:rsid w:val="00DA2FE9"/>
    <w:rsid w:val="00DA464E"/>
    <w:rsid w:val="00DA4DA0"/>
    <w:rsid w:val="00DA4DDD"/>
    <w:rsid w:val="00DA57E9"/>
    <w:rsid w:val="00DA5F68"/>
    <w:rsid w:val="00DA60D6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5A0F"/>
    <w:rsid w:val="00DB6C73"/>
    <w:rsid w:val="00DB6FDE"/>
    <w:rsid w:val="00DB7B06"/>
    <w:rsid w:val="00DC1613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594A"/>
    <w:rsid w:val="00DD6165"/>
    <w:rsid w:val="00DD7005"/>
    <w:rsid w:val="00DD7664"/>
    <w:rsid w:val="00DE1F88"/>
    <w:rsid w:val="00DE2536"/>
    <w:rsid w:val="00DE25BE"/>
    <w:rsid w:val="00DE2639"/>
    <w:rsid w:val="00DE402B"/>
    <w:rsid w:val="00DE480B"/>
    <w:rsid w:val="00DE49E2"/>
    <w:rsid w:val="00DE4F02"/>
    <w:rsid w:val="00DE6EFE"/>
    <w:rsid w:val="00DE7453"/>
    <w:rsid w:val="00DF0FAF"/>
    <w:rsid w:val="00DF2E1C"/>
    <w:rsid w:val="00DF2F8C"/>
    <w:rsid w:val="00DF40E7"/>
    <w:rsid w:val="00DF56D7"/>
    <w:rsid w:val="00DF65B4"/>
    <w:rsid w:val="00DF6ED9"/>
    <w:rsid w:val="00DF7693"/>
    <w:rsid w:val="00DF7D86"/>
    <w:rsid w:val="00E00801"/>
    <w:rsid w:val="00E02529"/>
    <w:rsid w:val="00E02824"/>
    <w:rsid w:val="00E02C62"/>
    <w:rsid w:val="00E02CC3"/>
    <w:rsid w:val="00E02CEB"/>
    <w:rsid w:val="00E02DAB"/>
    <w:rsid w:val="00E03987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6AC0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D6C"/>
    <w:rsid w:val="00E17E2F"/>
    <w:rsid w:val="00E206CF"/>
    <w:rsid w:val="00E213AF"/>
    <w:rsid w:val="00E219E1"/>
    <w:rsid w:val="00E22770"/>
    <w:rsid w:val="00E23BD4"/>
    <w:rsid w:val="00E24B39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1454"/>
    <w:rsid w:val="00E325E5"/>
    <w:rsid w:val="00E34F4D"/>
    <w:rsid w:val="00E35339"/>
    <w:rsid w:val="00E356BF"/>
    <w:rsid w:val="00E36549"/>
    <w:rsid w:val="00E40084"/>
    <w:rsid w:val="00E40836"/>
    <w:rsid w:val="00E41019"/>
    <w:rsid w:val="00E413BE"/>
    <w:rsid w:val="00E422E0"/>
    <w:rsid w:val="00E43492"/>
    <w:rsid w:val="00E434DA"/>
    <w:rsid w:val="00E43A6F"/>
    <w:rsid w:val="00E43C02"/>
    <w:rsid w:val="00E449D3"/>
    <w:rsid w:val="00E45698"/>
    <w:rsid w:val="00E4623D"/>
    <w:rsid w:val="00E463D2"/>
    <w:rsid w:val="00E46643"/>
    <w:rsid w:val="00E476FA"/>
    <w:rsid w:val="00E51345"/>
    <w:rsid w:val="00E518A0"/>
    <w:rsid w:val="00E51DA7"/>
    <w:rsid w:val="00E5212D"/>
    <w:rsid w:val="00E522DF"/>
    <w:rsid w:val="00E526F9"/>
    <w:rsid w:val="00E529A6"/>
    <w:rsid w:val="00E52B1E"/>
    <w:rsid w:val="00E53022"/>
    <w:rsid w:val="00E538FD"/>
    <w:rsid w:val="00E53E60"/>
    <w:rsid w:val="00E55DED"/>
    <w:rsid w:val="00E567BC"/>
    <w:rsid w:val="00E56AF1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6209"/>
    <w:rsid w:val="00E66BF2"/>
    <w:rsid w:val="00E673CD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262B"/>
    <w:rsid w:val="00E82C7A"/>
    <w:rsid w:val="00E82E26"/>
    <w:rsid w:val="00E82FF9"/>
    <w:rsid w:val="00E83010"/>
    <w:rsid w:val="00E83B57"/>
    <w:rsid w:val="00E84205"/>
    <w:rsid w:val="00E84702"/>
    <w:rsid w:val="00E84B7A"/>
    <w:rsid w:val="00E876F3"/>
    <w:rsid w:val="00E87A5B"/>
    <w:rsid w:val="00E87CAA"/>
    <w:rsid w:val="00E87FF3"/>
    <w:rsid w:val="00E913EA"/>
    <w:rsid w:val="00E9144F"/>
    <w:rsid w:val="00E9187B"/>
    <w:rsid w:val="00E91C87"/>
    <w:rsid w:val="00E91D01"/>
    <w:rsid w:val="00E927FF"/>
    <w:rsid w:val="00E92A06"/>
    <w:rsid w:val="00E9314B"/>
    <w:rsid w:val="00E9390B"/>
    <w:rsid w:val="00E94222"/>
    <w:rsid w:val="00E945B8"/>
    <w:rsid w:val="00E94D8E"/>
    <w:rsid w:val="00E953F0"/>
    <w:rsid w:val="00E95B15"/>
    <w:rsid w:val="00E96EF8"/>
    <w:rsid w:val="00E97BC6"/>
    <w:rsid w:val="00E97FEE"/>
    <w:rsid w:val="00EA0206"/>
    <w:rsid w:val="00EA0699"/>
    <w:rsid w:val="00EA0C27"/>
    <w:rsid w:val="00EA0DB5"/>
    <w:rsid w:val="00EA0DE4"/>
    <w:rsid w:val="00EA0F36"/>
    <w:rsid w:val="00EA12A2"/>
    <w:rsid w:val="00EA14EE"/>
    <w:rsid w:val="00EA1BAD"/>
    <w:rsid w:val="00EA31A4"/>
    <w:rsid w:val="00EA31CE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63A2"/>
    <w:rsid w:val="00EB7914"/>
    <w:rsid w:val="00EB7B44"/>
    <w:rsid w:val="00EC09E7"/>
    <w:rsid w:val="00EC175B"/>
    <w:rsid w:val="00EC1FF6"/>
    <w:rsid w:val="00EC206E"/>
    <w:rsid w:val="00EC2661"/>
    <w:rsid w:val="00EC3205"/>
    <w:rsid w:val="00EC4191"/>
    <w:rsid w:val="00EC4CD1"/>
    <w:rsid w:val="00EC4D92"/>
    <w:rsid w:val="00EC4FAB"/>
    <w:rsid w:val="00EC5116"/>
    <w:rsid w:val="00EC5144"/>
    <w:rsid w:val="00EC538A"/>
    <w:rsid w:val="00EC5EE2"/>
    <w:rsid w:val="00ED0D18"/>
    <w:rsid w:val="00ED106F"/>
    <w:rsid w:val="00ED14D5"/>
    <w:rsid w:val="00ED1DA6"/>
    <w:rsid w:val="00ED21BE"/>
    <w:rsid w:val="00ED227C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1556"/>
    <w:rsid w:val="00EE29D6"/>
    <w:rsid w:val="00EE2C2A"/>
    <w:rsid w:val="00EE2EAC"/>
    <w:rsid w:val="00EE4211"/>
    <w:rsid w:val="00EE54F3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CD4"/>
    <w:rsid w:val="00EF5FDB"/>
    <w:rsid w:val="00F005DB"/>
    <w:rsid w:val="00F00914"/>
    <w:rsid w:val="00F01410"/>
    <w:rsid w:val="00F01904"/>
    <w:rsid w:val="00F021A5"/>
    <w:rsid w:val="00F02795"/>
    <w:rsid w:val="00F02C1A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AE"/>
    <w:rsid w:val="00F120F6"/>
    <w:rsid w:val="00F12262"/>
    <w:rsid w:val="00F129C1"/>
    <w:rsid w:val="00F13742"/>
    <w:rsid w:val="00F13D36"/>
    <w:rsid w:val="00F1455E"/>
    <w:rsid w:val="00F1670C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26DBF"/>
    <w:rsid w:val="00F3050F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478"/>
    <w:rsid w:val="00F449CA"/>
    <w:rsid w:val="00F44DB2"/>
    <w:rsid w:val="00F45F51"/>
    <w:rsid w:val="00F46303"/>
    <w:rsid w:val="00F4638A"/>
    <w:rsid w:val="00F47218"/>
    <w:rsid w:val="00F473A3"/>
    <w:rsid w:val="00F4791E"/>
    <w:rsid w:val="00F47AED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6A2"/>
    <w:rsid w:val="00F56A09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6523B"/>
    <w:rsid w:val="00F713F3"/>
    <w:rsid w:val="00F7146A"/>
    <w:rsid w:val="00F71F6C"/>
    <w:rsid w:val="00F7302E"/>
    <w:rsid w:val="00F730FA"/>
    <w:rsid w:val="00F74866"/>
    <w:rsid w:val="00F74F3B"/>
    <w:rsid w:val="00F753CB"/>
    <w:rsid w:val="00F76055"/>
    <w:rsid w:val="00F76277"/>
    <w:rsid w:val="00F76D02"/>
    <w:rsid w:val="00F8008E"/>
    <w:rsid w:val="00F80D83"/>
    <w:rsid w:val="00F81661"/>
    <w:rsid w:val="00F81779"/>
    <w:rsid w:val="00F82946"/>
    <w:rsid w:val="00F82F84"/>
    <w:rsid w:val="00F830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C29"/>
    <w:rsid w:val="00F95EA3"/>
    <w:rsid w:val="00F965B3"/>
    <w:rsid w:val="00F966AC"/>
    <w:rsid w:val="00F967BE"/>
    <w:rsid w:val="00F97941"/>
    <w:rsid w:val="00F97D7A"/>
    <w:rsid w:val="00FA09B9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4A86"/>
    <w:rsid w:val="00FA574A"/>
    <w:rsid w:val="00FA6018"/>
    <w:rsid w:val="00FA725F"/>
    <w:rsid w:val="00FA7BB3"/>
    <w:rsid w:val="00FB0767"/>
    <w:rsid w:val="00FB15E0"/>
    <w:rsid w:val="00FB33E7"/>
    <w:rsid w:val="00FB374B"/>
    <w:rsid w:val="00FB4C0E"/>
    <w:rsid w:val="00FB4F86"/>
    <w:rsid w:val="00FB589C"/>
    <w:rsid w:val="00FB5C20"/>
    <w:rsid w:val="00FB5C2C"/>
    <w:rsid w:val="00FB63F7"/>
    <w:rsid w:val="00FB64B8"/>
    <w:rsid w:val="00FB66B7"/>
    <w:rsid w:val="00FB77EE"/>
    <w:rsid w:val="00FB793B"/>
    <w:rsid w:val="00FC1B21"/>
    <w:rsid w:val="00FC2D36"/>
    <w:rsid w:val="00FC340E"/>
    <w:rsid w:val="00FC3795"/>
    <w:rsid w:val="00FC5817"/>
    <w:rsid w:val="00FC632B"/>
    <w:rsid w:val="00FC63D5"/>
    <w:rsid w:val="00FC647B"/>
    <w:rsid w:val="00FC6555"/>
    <w:rsid w:val="00FC6651"/>
    <w:rsid w:val="00FC67B8"/>
    <w:rsid w:val="00FC7B55"/>
    <w:rsid w:val="00FD020A"/>
    <w:rsid w:val="00FD0246"/>
    <w:rsid w:val="00FD048C"/>
    <w:rsid w:val="00FD09AE"/>
    <w:rsid w:val="00FD2682"/>
    <w:rsid w:val="00FD2970"/>
    <w:rsid w:val="00FD2D93"/>
    <w:rsid w:val="00FD3854"/>
    <w:rsid w:val="00FD4E3E"/>
    <w:rsid w:val="00FD549F"/>
    <w:rsid w:val="00FD5E34"/>
    <w:rsid w:val="00FD644E"/>
    <w:rsid w:val="00FD7553"/>
    <w:rsid w:val="00FE038C"/>
    <w:rsid w:val="00FE0F4D"/>
    <w:rsid w:val="00FE1057"/>
    <w:rsid w:val="00FE4505"/>
    <w:rsid w:val="00FE4C6D"/>
    <w:rsid w:val="00FE5D85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8A1"/>
    <w:rsid w:val="00FF3A2B"/>
    <w:rsid w:val="00FF3C19"/>
    <w:rsid w:val="00FF4489"/>
    <w:rsid w:val="00FF49E0"/>
    <w:rsid w:val="00FF505E"/>
    <w:rsid w:val="00FF59CB"/>
    <w:rsid w:val="00FF6B1D"/>
    <w:rsid w:val="00FF72CD"/>
    <w:rsid w:val="0299BFD9"/>
    <w:rsid w:val="442ED57C"/>
    <w:rsid w:val="4A85D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39B261"/>
  <w15:docId w15:val="{90746D8A-15D0-4B2C-8805-3F59802C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5FA4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aliases w:val="number,SUPERS,Footnote Reference Superscript,stylish,Footnote symbol,BVI fnr,-E Fußnotenzeichen,Source Reference,Footnote reference number,note TESI,Times 10 Point,Exposant 3 Point,Ref,de nota al pie,EN Footnote Reference,Footnot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  <w:style w:type="paragraph" w:customStyle="1" w:styleId="b1">
    <w:name w:val="Üb 1"/>
    <w:basedOn w:val="Listenabsatz"/>
    <w:next w:val="Standard"/>
    <w:qFormat/>
    <w:rsid w:val="005667A0"/>
    <w:pPr>
      <w:keepNext/>
      <w:numPr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5667A0"/>
    <w:pPr>
      <w:numPr>
        <w:ilvl w:val="1"/>
      </w:numPr>
      <w:spacing w:before="240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link w:val="b3Zchn"/>
    <w:qFormat/>
    <w:rsid w:val="005667A0"/>
    <w:pPr>
      <w:keepNext/>
      <w:numPr>
        <w:ilvl w:val="2"/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667A0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5667A0"/>
    <w:pPr>
      <w:numPr>
        <w:ilvl w:val="4"/>
      </w:numPr>
      <w:tabs>
        <w:tab w:val="num" w:pos="360"/>
      </w:tabs>
      <w:outlineLvl w:val="4"/>
    </w:pPr>
  </w:style>
  <w:style w:type="character" w:customStyle="1" w:styleId="b4Zchn">
    <w:name w:val="Üb 4 Zchn"/>
    <w:basedOn w:val="Absatz-Standardschriftart"/>
    <w:link w:val="b4"/>
    <w:rsid w:val="005667A0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667A0"/>
    <w:pPr>
      <w:numPr>
        <w:ilvl w:val="5"/>
      </w:numPr>
      <w:tabs>
        <w:tab w:val="num" w:pos="360"/>
      </w:tabs>
      <w:outlineLvl w:val="5"/>
    </w:pPr>
  </w:style>
  <w:style w:type="paragraph" w:customStyle="1" w:styleId="AufzhlungBuchstabe">
    <w:name w:val="Aufzählung Buchstabe"/>
    <w:basedOn w:val="b2"/>
    <w:qFormat/>
    <w:rsid w:val="005667A0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667A0"/>
    <w:pPr>
      <w:numPr>
        <w:ilvl w:val="8"/>
      </w:numPr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667A0"/>
    <w:pPr>
      <w:numPr>
        <w:ilvl w:val="7"/>
      </w:numPr>
    </w:pPr>
    <w:rPr>
      <w:i/>
      <w:iCs/>
    </w:rPr>
  </w:style>
  <w:style w:type="paragraph" w:styleId="Titel">
    <w:name w:val="Title"/>
    <w:basedOn w:val="Standard"/>
    <w:next w:val="Standard"/>
    <w:link w:val="TitelZchn"/>
    <w:qFormat/>
    <w:rsid w:val="00F566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F56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3Zchn">
    <w:name w:val="Üb 3 Zchn"/>
    <w:basedOn w:val="Absatz-Standardschriftart"/>
    <w:link w:val="b3"/>
    <w:rsid w:val="00467271"/>
    <w:rPr>
      <w:rFonts w:ascii="Verdana" w:eastAsiaTheme="minorEastAsia" w:hAnsi="Verdana" w:cstheme="minorBidi"/>
      <w:b/>
      <w:lang w:eastAsia="ja-JP"/>
    </w:rPr>
  </w:style>
  <w:style w:type="paragraph" w:styleId="KeinLeerraum">
    <w:name w:val="No Spacing"/>
    <w:uiPriority w:val="1"/>
    <w:qFormat/>
    <w:rsid w:val="00B6557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Aufzhlungszeichen">
    <w:name w:val="List Bullet"/>
    <w:basedOn w:val="Standard"/>
    <w:rsid w:val="00DF7D86"/>
    <w:pPr>
      <w:numPr>
        <w:numId w:val="20"/>
      </w:numPr>
      <w:contextualSpacing/>
    </w:pPr>
  </w:style>
  <w:style w:type="character" w:styleId="Kommentarzeichen">
    <w:name w:val="annotation reference"/>
    <w:basedOn w:val="Absatz-Standardschriftart"/>
    <w:rsid w:val="00314D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14D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14D9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314D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314D9A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F1F21889DE164FA5164353C6F5DA34" ma:contentTypeVersion="10" ma:contentTypeDescription="Ein neues Dokument erstellen." ma:contentTypeScope="" ma:versionID="7ad4b51c30453d9ec920241430d44b92">
  <xsd:schema xmlns:xsd="http://www.w3.org/2001/XMLSchema" xmlns:xs="http://www.w3.org/2001/XMLSchema" xmlns:p="http://schemas.microsoft.com/office/2006/metadata/properties" xmlns:ns2="535c97cc-5255-45c8-a621-ad46134efc4b" xmlns:ns3="341a0018-390d-4034-a044-5c91f1c8f7a9" targetNamespace="http://schemas.microsoft.com/office/2006/metadata/properties" ma:root="true" ma:fieldsID="e729d00d9ce70fc4a67d56d04b315b39" ns2:_="" ns3:_="">
    <xsd:import namespace="535c97cc-5255-45c8-a621-ad46134efc4b"/>
    <xsd:import namespace="341a0018-390d-4034-a044-5c91f1c8f7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c97cc-5255-45c8-a621-ad46134ef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a0018-390d-4034-a044-5c91f1c8f7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6D711-E763-4FE0-A4FC-CCC40E98C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5c97cc-5255-45c8-a621-ad46134efc4b"/>
    <ds:schemaRef ds:uri="341a0018-390d-4034-a044-5c91f1c8f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56D4F2-1EE2-486C-BCEC-59FB3794A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E80F0-732F-4C93-867C-190940FB8C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95E831-6615-40F6-BD3C-D1490374A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8</Pages>
  <Words>887</Words>
  <Characters>6998</Characters>
  <Application>Microsoft Office Word</Application>
  <DocSecurity>0</DocSecurity>
  <Lines>58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Krause, Johann</cp:lastModifiedBy>
  <cp:revision>25</cp:revision>
  <cp:lastPrinted>2017-11-29T09:00:00Z</cp:lastPrinted>
  <dcterms:created xsi:type="dcterms:W3CDTF">2024-02-21T14:58:00Z</dcterms:created>
  <dcterms:modified xsi:type="dcterms:W3CDTF">2024-09-17T15:18:00Z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0x01010072F1F21889DE164FA5164353C6F5DA34</vt:lpwstr>
  </property>
</Properties>
</file>